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CDCD62" w14:textId="56126E5C" w:rsidR="00A714B6" w:rsidRPr="00D8389A" w:rsidRDefault="00BC59EF" w:rsidP="00BF3BFD">
      <w:pPr>
        <w:rPr>
          <w:rFonts w:ascii="Verdana" w:hAnsi="Verdana" w:cs="Tahoma"/>
          <w:sz w:val="16"/>
          <w:szCs w:val="16"/>
        </w:rPr>
      </w:pPr>
      <w:r w:rsidRPr="00D8389A">
        <w:rPr>
          <w:rFonts w:ascii="Verdana" w:hAnsi="Verdana" w:cs="Tahoma"/>
          <w:noProof/>
          <w:sz w:val="16"/>
          <w:szCs w:val="16"/>
        </w:rPr>
        <w:drawing>
          <wp:anchor distT="0" distB="0" distL="114300" distR="114300" simplePos="0" relativeHeight="251658240" behindDoc="1" locked="0" layoutInCell="1" allowOverlap="1" wp14:anchorId="721468FE" wp14:editId="3F18A8AE">
            <wp:simplePos x="0" y="0"/>
            <wp:positionH relativeFrom="column">
              <wp:posOffset>13286</wp:posOffset>
            </wp:positionH>
            <wp:positionV relativeFrom="paragraph">
              <wp:posOffset>331</wp:posOffset>
            </wp:positionV>
            <wp:extent cx="2212848" cy="356616"/>
            <wp:effectExtent l="0" t="0" r="0" b="5715"/>
            <wp:wrapTight wrapText="bothSides">
              <wp:wrapPolygon edited="0">
                <wp:start x="0" y="0"/>
                <wp:lineTo x="0" y="20791"/>
                <wp:lineTo x="21389" y="20791"/>
                <wp:lineTo x="21389" y="0"/>
                <wp:lineTo x="0" y="0"/>
              </wp:wrapPolygon>
            </wp:wrapTight>
            <wp:docPr id="2" name="Picture 2" descr="Minnesota Judicial Branch logo" title="Minnesota Judicial Branc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JBLogo_Color_WhtBkgrd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2848" cy="3566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CDCD63" w14:textId="2BACB97B" w:rsidR="00A714B6" w:rsidRPr="00D8389A" w:rsidRDefault="00A714B6" w:rsidP="00D8389A">
      <w:pPr>
        <w:pBdr>
          <w:bottom w:val="single" w:sz="8" w:space="1" w:color="808080" w:themeColor="background1" w:themeShade="80"/>
        </w:pBdr>
        <w:rPr>
          <w:rFonts w:ascii="Verdana" w:hAnsi="Verdana" w:cs="Tahoma"/>
          <w:sz w:val="16"/>
          <w:szCs w:val="16"/>
        </w:rPr>
      </w:pPr>
    </w:p>
    <w:p w14:paraId="022C0AAC" w14:textId="77777777" w:rsidR="00D8389A" w:rsidRDefault="00D8389A" w:rsidP="00D8389A">
      <w:pPr>
        <w:pBdr>
          <w:bottom w:val="single" w:sz="8" w:space="1" w:color="808080" w:themeColor="background1" w:themeShade="80"/>
        </w:pBdr>
        <w:rPr>
          <w:rFonts w:ascii="Verdana" w:hAnsi="Verdana" w:cs="Tahoma"/>
          <w:sz w:val="16"/>
          <w:szCs w:val="16"/>
        </w:rPr>
      </w:pPr>
    </w:p>
    <w:p w14:paraId="6CA90EAA" w14:textId="77777777" w:rsidR="00D8389A" w:rsidRDefault="00D8389A" w:rsidP="00D8389A">
      <w:pPr>
        <w:pBdr>
          <w:bottom w:val="single" w:sz="8" w:space="1" w:color="808080" w:themeColor="background1" w:themeShade="80"/>
        </w:pBdr>
        <w:rPr>
          <w:rFonts w:ascii="Verdana" w:hAnsi="Verdana" w:cs="Tahoma"/>
          <w:sz w:val="16"/>
          <w:szCs w:val="16"/>
        </w:rPr>
      </w:pPr>
    </w:p>
    <w:p w14:paraId="4ACDCD64" w14:textId="27D12189" w:rsidR="00A714B6" w:rsidRPr="00BC59EF" w:rsidRDefault="00A714B6" w:rsidP="00BC59EF">
      <w:pPr>
        <w:rPr>
          <w:rFonts w:ascii="Verdana" w:hAnsi="Verdana" w:cs="Tahoma"/>
          <w:b/>
          <w:sz w:val="32"/>
          <w:szCs w:val="32"/>
        </w:rPr>
      </w:pPr>
      <w:r w:rsidRPr="00BC59EF">
        <w:rPr>
          <w:rFonts w:ascii="Verdana" w:hAnsi="Verdana" w:cs="Tahoma"/>
          <w:b/>
          <w:sz w:val="32"/>
          <w:szCs w:val="32"/>
        </w:rPr>
        <w:t xml:space="preserve">Request for </w:t>
      </w:r>
      <w:r w:rsidR="00E117EE" w:rsidRPr="00BC59EF">
        <w:rPr>
          <w:rFonts w:ascii="Verdana" w:hAnsi="Verdana" w:cs="Tahoma"/>
          <w:b/>
          <w:sz w:val="32"/>
          <w:szCs w:val="32"/>
        </w:rPr>
        <w:t xml:space="preserve">Document </w:t>
      </w:r>
      <w:r w:rsidRPr="00BC59EF">
        <w:rPr>
          <w:rFonts w:ascii="Verdana" w:hAnsi="Verdana" w:cs="Tahoma"/>
          <w:b/>
          <w:sz w:val="32"/>
          <w:szCs w:val="32"/>
        </w:rPr>
        <w:t xml:space="preserve">Integration </w:t>
      </w:r>
      <w:r w:rsidR="00D116EE">
        <w:rPr>
          <w:rFonts w:ascii="Verdana" w:hAnsi="Verdana" w:cs="Tahoma"/>
          <w:b/>
          <w:sz w:val="32"/>
          <w:szCs w:val="32"/>
        </w:rPr>
        <w:t>f</w:t>
      </w:r>
      <w:r w:rsidR="00A41DFD">
        <w:rPr>
          <w:rFonts w:ascii="Verdana" w:hAnsi="Verdana" w:cs="Tahoma"/>
          <w:b/>
          <w:sz w:val="32"/>
          <w:szCs w:val="32"/>
        </w:rPr>
        <w:t xml:space="preserve">rom Agency to </w:t>
      </w:r>
      <w:r w:rsidR="00A41DFD">
        <w:rPr>
          <w:rFonts w:ascii="Verdana" w:hAnsi="Verdana" w:cs="Tahoma"/>
          <w:b/>
          <w:sz w:val="32"/>
          <w:szCs w:val="32"/>
        </w:rPr>
        <w:br/>
        <w:t>District Court (MNCIS)</w:t>
      </w:r>
    </w:p>
    <w:p w14:paraId="065C250C" w14:textId="7FB944D9" w:rsidR="00C43925" w:rsidRDefault="00C43925" w:rsidP="00D8389A">
      <w:pPr>
        <w:rPr>
          <w:rFonts w:ascii="Verdana" w:hAnsi="Verdana" w:cs="Tahoma"/>
          <w:b/>
          <w:sz w:val="24"/>
        </w:rPr>
      </w:pPr>
      <w:r w:rsidRPr="00BC59EF">
        <w:rPr>
          <w:rFonts w:ascii="Verdana" w:hAnsi="Verdana" w:cs="Tahoma"/>
          <w:b/>
          <w:sz w:val="24"/>
        </w:rPr>
        <w:t xml:space="preserve">(Agency is sending the document </w:t>
      </w:r>
      <w:r w:rsidRPr="004E0C69">
        <w:rPr>
          <w:rFonts w:ascii="Verdana" w:hAnsi="Verdana" w:cs="Tahoma"/>
          <w:b/>
          <w:sz w:val="24"/>
        </w:rPr>
        <w:t>to</w:t>
      </w:r>
      <w:r w:rsidRPr="00BC59EF">
        <w:rPr>
          <w:rFonts w:ascii="Verdana" w:hAnsi="Verdana" w:cs="Tahoma"/>
          <w:b/>
          <w:sz w:val="24"/>
        </w:rPr>
        <w:t xml:space="preserve"> the Courts)</w:t>
      </w:r>
    </w:p>
    <w:p w14:paraId="4ACDCD65" w14:textId="366ADFFC" w:rsidR="008924D4" w:rsidRPr="00D8389A" w:rsidRDefault="00D8389A" w:rsidP="00D8389A">
      <w:pPr>
        <w:spacing w:before="60" w:after="240"/>
        <w:ind w:right="202"/>
        <w:rPr>
          <w:rFonts w:ascii="Verdana" w:hAnsi="Verdana"/>
          <w:color w:val="595959" w:themeColor="text1" w:themeTint="A6"/>
          <w:sz w:val="14"/>
          <w:szCs w:val="14"/>
        </w:rPr>
      </w:pPr>
      <w:r w:rsidRPr="007556BC">
        <w:rPr>
          <w:rFonts w:ascii="Verdana" w:hAnsi="Verdana"/>
          <w:color w:val="595959" w:themeColor="text1" w:themeTint="A6"/>
          <w:sz w:val="14"/>
          <w:szCs w:val="14"/>
        </w:rPr>
        <w:t xml:space="preserve">Copyright © </w:t>
      </w:r>
      <w:r w:rsidR="00673CA1">
        <w:rPr>
          <w:rFonts w:ascii="Verdana" w:hAnsi="Verdana"/>
          <w:color w:val="595959" w:themeColor="text1" w:themeTint="A6"/>
          <w:sz w:val="14"/>
          <w:szCs w:val="14"/>
        </w:rPr>
        <w:t>2017</w:t>
      </w:r>
      <w:r w:rsidRPr="007556BC">
        <w:rPr>
          <w:rFonts w:ascii="Verdana" w:hAnsi="Verdana"/>
          <w:color w:val="595959" w:themeColor="text1" w:themeTint="A6"/>
          <w:sz w:val="14"/>
          <w:szCs w:val="14"/>
        </w:rPr>
        <w:t xml:space="preserve"> by the State of Minnesota, State Court Administrator's Office, All Rights Reserved.</w:t>
      </w:r>
    </w:p>
    <w:p w14:paraId="4179FD82" w14:textId="77777777" w:rsidR="004E0C69" w:rsidRPr="004E0C69" w:rsidRDefault="004E0C69" w:rsidP="008924D4">
      <w:pPr>
        <w:rPr>
          <w:rFonts w:cs="Arial"/>
          <w:sz w:val="16"/>
          <w:szCs w:val="16"/>
        </w:rPr>
      </w:pPr>
    </w:p>
    <w:p w14:paraId="65F78753" w14:textId="3A0C3CB9" w:rsidR="00503517" w:rsidRPr="00A94C7C" w:rsidRDefault="008924D4" w:rsidP="008924D4">
      <w:pPr>
        <w:rPr>
          <w:rFonts w:cs="Arial"/>
          <w:sz w:val="20"/>
          <w:szCs w:val="20"/>
        </w:rPr>
      </w:pPr>
      <w:r w:rsidRPr="00A94C7C">
        <w:rPr>
          <w:rFonts w:cs="Arial"/>
          <w:b/>
          <w:sz w:val="20"/>
          <w:szCs w:val="20"/>
        </w:rPr>
        <w:t>Disclaimer:</w:t>
      </w:r>
      <w:r w:rsidR="00D318D4">
        <w:rPr>
          <w:rFonts w:cs="Arial"/>
          <w:sz w:val="20"/>
          <w:szCs w:val="20"/>
        </w:rPr>
        <w:t xml:space="preserve">  </w:t>
      </w:r>
      <w:r w:rsidR="00A41DFD">
        <w:rPr>
          <w:rFonts w:cs="Arial"/>
          <w:sz w:val="20"/>
          <w:szCs w:val="20"/>
        </w:rPr>
        <w:t xml:space="preserve">This form </w:t>
      </w:r>
      <w:r w:rsidRPr="00A94C7C">
        <w:rPr>
          <w:rFonts w:cs="Arial"/>
          <w:sz w:val="20"/>
          <w:szCs w:val="20"/>
        </w:rPr>
        <w:t xml:space="preserve">is only a request for </w:t>
      </w:r>
      <w:r w:rsidR="00A41DFD">
        <w:rPr>
          <w:rFonts w:cs="Arial"/>
          <w:sz w:val="20"/>
          <w:szCs w:val="20"/>
        </w:rPr>
        <w:t xml:space="preserve">a future document integration </w:t>
      </w:r>
      <w:r w:rsidRPr="00A94C7C">
        <w:rPr>
          <w:rFonts w:cs="Arial"/>
          <w:sz w:val="20"/>
          <w:szCs w:val="20"/>
        </w:rPr>
        <w:t>a</w:t>
      </w:r>
      <w:r w:rsidR="00A41DFD">
        <w:rPr>
          <w:rFonts w:cs="Arial"/>
          <w:sz w:val="20"/>
          <w:szCs w:val="20"/>
        </w:rPr>
        <w:t xml:space="preserve">nd does not guarantee that the integration for this document </w:t>
      </w:r>
      <w:r w:rsidRPr="00A94C7C">
        <w:rPr>
          <w:rFonts w:cs="Arial"/>
          <w:sz w:val="20"/>
          <w:szCs w:val="20"/>
        </w:rPr>
        <w:t>will be created.</w:t>
      </w:r>
      <w:r w:rsidR="001273CC" w:rsidRPr="00A94C7C">
        <w:rPr>
          <w:rFonts w:cs="Arial"/>
          <w:sz w:val="20"/>
          <w:szCs w:val="20"/>
        </w:rPr>
        <w:t xml:space="preserve"> </w:t>
      </w:r>
    </w:p>
    <w:p w14:paraId="3C561946" w14:textId="77777777" w:rsidR="00503517" w:rsidRDefault="00503517" w:rsidP="008924D4">
      <w:pPr>
        <w:rPr>
          <w:rFonts w:ascii="Tahoma" w:hAnsi="Tahoma" w:cs="Tahoma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Agency Information"/>
        <w:tblDescription w:val="Use this table to provide information about the agency requesting document integration services."/>
      </w:tblPr>
      <w:tblGrid>
        <w:gridCol w:w="5035"/>
        <w:gridCol w:w="5755"/>
      </w:tblGrid>
      <w:tr w:rsidR="00E855B3" w:rsidRPr="000F563F" w14:paraId="268855F4" w14:textId="77777777" w:rsidTr="005974AC">
        <w:trPr>
          <w:trHeight w:val="332"/>
          <w:tblHeader/>
        </w:trPr>
        <w:tc>
          <w:tcPr>
            <w:tcW w:w="10790" w:type="dxa"/>
            <w:gridSpan w:val="2"/>
            <w:shd w:val="clear" w:color="auto" w:fill="808080"/>
          </w:tcPr>
          <w:p w14:paraId="2EEF1F16" w14:textId="4BFDC84F" w:rsidR="00E855B3" w:rsidRPr="009C4970" w:rsidRDefault="00E855B3" w:rsidP="00811509">
            <w:pPr>
              <w:rPr>
                <w:rFonts w:cs="Arial"/>
                <w:b/>
                <w:szCs w:val="22"/>
              </w:rPr>
            </w:pPr>
            <w:r w:rsidRPr="009C4970">
              <w:rPr>
                <w:rFonts w:cs="Arial"/>
                <w:b/>
                <w:color w:val="FFFFFF" w:themeColor="background1"/>
                <w:szCs w:val="22"/>
              </w:rPr>
              <w:t>Agency Information*</w:t>
            </w:r>
          </w:p>
        </w:tc>
      </w:tr>
      <w:tr w:rsidR="00811509" w:rsidRPr="000F563F" w14:paraId="27352423" w14:textId="77777777" w:rsidTr="005974AC">
        <w:trPr>
          <w:trHeight w:val="539"/>
          <w:tblHeader/>
        </w:trPr>
        <w:tc>
          <w:tcPr>
            <w:tcW w:w="5035" w:type="dxa"/>
          </w:tcPr>
          <w:p w14:paraId="6E578BF1" w14:textId="0BEB2B5B" w:rsidR="00811509" w:rsidRPr="000F563F" w:rsidRDefault="00811509" w:rsidP="005974AC">
            <w:pPr>
              <w:rPr>
                <w:rFonts w:cs="Arial"/>
                <w:b/>
                <w:highlight w:val="yellow"/>
              </w:rPr>
            </w:pPr>
            <w:r w:rsidRPr="005D5296">
              <w:rPr>
                <w:rFonts w:cs="Arial"/>
                <w:b/>
              </w:rPr>
              <w:t>Today’s</w:t>
            </w:r>
            <w:r w:rsidRPr="000F563F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Date:</w:t>
            </w: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-1913467509"/>
                <w:placeholder>
                  <w:docPart w:val="DefaultPlaceholder_1081868576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AB0A3F" w:rsidRPr="003058F7">
                  <w:rPr>
                    <w:rStyle w:val="PlaceholderText"/>
                    <w:rFonts w:eastAsiaTheme="minorHAnsi"/>
                  </w:rPr>
                  <w:t>Click here to enter a date.</w:t>
                </w:r>
              </w:sdtContent>
            </w:sdt>
          </w:p>
        </w:tc>
        <w:tc>
          <w:tcPr>
            <w:tcW w:w="5755" w:type="dxa"/>
          </w:tcPr>
          <w:p w14:paraId="3F908B19" w14:textId="6938B3DE" w:rsidR="00811509" w:rsidRPr="00E86948" w:rsidRDefault="00041493" w:rsidP="0060320D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Contact</w:t>
            </w:r>
            <w:r w:rsidR="00811509">
              <w:rPr>
                <w:rFonts w:cs="Arial"/>
                <w:b/>
              </w:rPr>
              <w:t xml:space="preserve"> Name:</w:t>
            </w:r>
            <w:r w:rsidR="00811509" w:rsidRPr="00D234AA">
              <w:rPr>
                <w:rFonts w:cs="Arial"/>
              </w:rPr>
              <w:t xml:space="preserve"> </w:t>
            </w:r>
            <w:r w:rsidR="00AA1DBF">
              <w:rPr>
                <w:rFonts w:cs="Arial"/>
              </w:rPr>
              <w:t xml:space="preserve"> </w:t>
            </w:r>
            <w:r w:rsidR="00D234AA">
              <w:rPr>
                <w:rFonts w:cs="Arial"/>
              </w:rPr>
              <w:t xml:space="preserve"> </w:t>
            </w:r>
            <w:r w:rsidR="0060320D">
              <w:rPr>
                <w:rFonts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 w:rsidR="0060320D">
              <w:rPr>
                <w:rFonts w:cs="Arial"/>
              </w:rPr>
              <w:instrText xml:space="preserve"> FORMTEXT </w:instrText>
            </w:r>
            <w:r w:rsidR="0060320D">
              <w:rPr>
                <w:rFonts w:cs="Arial"/>
              </w:rPr>
            </w:r>
            <w:r w:rsidR="0060320D">
              <w:rPr>
                <w:rFonts w:cs="Arial"/>
              </w:rPr>
              <w:fldChar w:fldCharType="separate"/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</w:rPr>
              <w:fldChar w:fldCharType="end"/>
            </w:r>
            <w:bookmarkEnd w:id="0"/>
          </w:p>
        </w:tc>
      </w:tr>
      <w:tr w:rsidR="00811509" w:rsidRPr="000F563F" w14:paraId="4ACDCD6A" w14:textId="77777777" w:rsidTr="005974AC">
        <w:trPr>
          <w:trHeight w:val="602"/>
          <w:tblHeader/>
        </w:trPr>
        <w:tc>
          <w:tcPr>
            <w:tcW w:w="5035" w:type="dxa"/>
          </w:tcPr>
          <w:p w14:paraId="4ACDCD68" w14:textId="353F27C4" w:rsidR="00811509" w:rsidRPr="0054381B" w:rsidRDefault="00811509" w:rsidP="0060320D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Agency Name:</w:t>
            </w:r>
            <w:r w:rsidR="00DA2C3A">
              <w:rPr>
                <w:rFonts w:cs="Arial"/>
              </w:rPr>
              <w:t xml:space="preserve">  </w:t>
            </w:r>
            <w:r w:rsidR="0060320D">
              <w:rPr>
                <w:rFonts w:cs="Arial"/>
              </w:rPr>
              <w:t xml:space="preserve"> </w:t>
            </w:r>
            <w:r w:rsidR="0060320D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60320D">
              <w:rPr>
                <w:rFonts w:cs="Arial"/>
              </w:rPr>
              <w:instrText xml:space="preserve"> FORMTEXT </w:instrText>
            </w:r>
            <w:r w:rsidR="0060320D">
              <w:rPr>
                <w:rFonts w:cs="Arial"/>
              </w:rPr>
            </w:r>
            <w:r w:rsidR="0060320D">
              <w:rPr>
                <w:rFonts w:cs="Arial"/>
              </w:rPr>
              <w:fldChar w:fldCharType="separate"/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</w:rPr>
              <w:fldChar w:fldCharType="end"/>
            </w:r>
            <w:bookmarkEnd w:id="1"/>
          </w:p>
        </w:tc>
        <w:tc>
          <w:tcPr>
            <w:tcW w:w="5755" w:type="dxa"/>
          </w:tcPr>
          <w:p w14:paraId="4ACDCD69" w14:textId="3F5939A5" w:rsidR="00811509" w:rsidRPr="00290F2E" w:rsidRDefault="00811509" w:rsidP="0060320D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Position/Title:</w:t>
            </w:r>
            <w:r w:rsidRPr="00D234AA">
              <w:rPr>
                <w:rFonts w:cs="Arial"/>
              </w:rPr>
              <w:t xml:space="preserve"> </w:t>
            </w:r>
            <w:r w:rsidR="00D234AA">
              <w:rPr>
                <w:rFonts w:cs="Arial"/>
              </w:rPr>
              <w:t xml:space="preserve"> </w:t>
            </w:r>
            <w:r w:rsidR="0060320D">
              <w:rPr>
                <w:rFonts w:cs="Arial"/>
              </w:rPr>
              <w:t xml:space="preserve"> </w:t>
            </w:r>
            <w:r w:rsidR="0060320D">
              <w:rPr>
                <w:rFonts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" w:name="Text8"/>
            <w:r w:rsidR="0060320D">
              <w:rPr>
                <w:rFonts w:cs="Arial"/>
              </w:rPr>
              <w:instrText xml:space="preserve"> FORMTEXT </w:instrText>
            </w:r>
            <w:r w:rsidR="0060320D">
              <w:rPr>
                <w:rFonts w:cs="Arial"/>
              </w:rPr>
            </w:r>
            <w:r w:rsidR="0060320D">
              <w:rPr>
                <w:rFonts w:cs="Arial"/>
              </w:rPr>
              <w:fldChar w:fldCharType="separate"/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</w:rPr>
              <w:fldChar w:fldCharType="end"/>
            </w:r>
            <w:bookmarkEnd w:id="2"/>
          </w:p>
        </w:tc>
      </w:tr>
      <w:tr w:rsidR="00811509" w:rsidRPr="000F563F" w14:paraId="4ACDCD72" w14:textId="77777777" w:rsidTr="005974AC">
        <w:trPr>
          <w:trHeight w:val="899"/>
          <w:tblHeader/>
        </w:trPr>
        <w:tc>
          <w:tcPr>
            <w:tcW w:w="5035" w:type="dxa"/>
          </w:tcPr>
          <w:p w14:paraId="5D9CDD09" w14:textId="3774AAEA" w:rsidR="00811509" w:rsidRDefault="00811509" w:rsidP="00811509">
            <w:pPr>
              <w:rPr>
                <w:rFonts w:cs="Arial"/>
              </w:rPr>
            </w:pPr>
            <w:r w:rsidRPr="000F563F">
              <w:rPr>
                <w:rFonts w:cs="Arial"/>
                <w:b/>
              </w:rPr>
              <w:t>Agency Type</w:t>
            </w:r>
            <w:r>
              <w:rPr>
                <w:rFonts w:cs="Arial"/>
                <w:b/>
              </w:rPr>
              <w:t>:</w:t>
            </w:r>
            <w:r w:rsidRPr="00D234AA">
              <w:rPr>
                <w:rFonts w:cs="Arial"/>
              </w:rPr>
              <w:t xml:space="preserve"> </w:t>
            </w:r>
            <w:r w:rsidR="00D234AA">
              <w:rPr>
                <w:rFonts w:cs="Arial"/>
              </w:rPr>
              <w:t xml:space="preserve"> </w:t>
            </w:r>
            <w:r w:rsidRPr="00D234AA"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-1220737862"/>
                <w:placeholder>
                  <w:docPart w:val="476597AF6B8241EDB8A5F3D326C1FD26"/>
                </w:placeholder>
                <w:showingPlcHdr/>
                <w:dropDownList>
                  <w:listItem w:value="Choose an item."/>
                  <w:listItem w:displayText="City Attorney" w:value="City Attorney"/>
                  <w:listItem w:displayText="Corrections/Probation" w:value="Corrections/Probation"/>
                  <w:listItem w:displayText="County Attorney" w:value="County Attorney"/>
                  <w:listItem w:displayText="Law Enforcement" w:value="Law Enforcement"/>
                  <w:listItem w:displayText="Public Defender" w:value="Public Defender"/>
                  <w:listItem w:displayText="Social Services" w:value="Social Services"/>
                  <w:listItem w:displayText="Other" w:value="Other"/>
                </w:dropDownList>
              </w:sdtPr>
              <w:sdtEndPr>
                <w:rPr>
                  <w:b/>
                </w:rPr>
              </w:sdtEndPr>
              <w:sdtContent>
                <w:r w:rsidR="0044255C" w:rsidRPr="007634BF">
                  <w:rPr>
                    <w:rStyle w:val="PlaceholderText"/>
                  </w:rPr>
                  <w:t>Choose an item.</w:t>
                </w:r>
              </w:sdtContent>
            </w:sdt>
          </w:p>
          <w:p w14:paraId="1B37F67B" w14:textId="77777777" w:rsidR="005974AC" w:rsidRDefault="005974AC" w:rsidP="0060320D">
            <w:pPr>
              <w:ind w:left="1440"/>
              <w:rPr>
                <w:rFonts w:cs="Arial"/>
              </w:rPr>
            </w:pPr>
          </w:p>
          <w:p w14:paraId="12E51195" w14:textId="1C1BC44C" w:rsidR="00041493" w:rsidRPr="0054381B" w:rsidRDefault="0060320D" w:rsidP="0060320D">
            <w:pPr>
              <w:ind w:left="1440"/>
              <w:rPr>
                <w:rFonts w:cs="Arial"/>
                <w:b/>
              </w:rPr>
            </w:pPr>
            <w:r>
              <w:rPr>
                <w:rFonts w:cs="Arial"/>
              </w:rPr>
              <w:t xml:space="preserve">If Other: </w:t>
            </w:r>
            <w:r w:rsidR="00AA1DBF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3"/>
          </w:p>
        </w:tc>
        <w:tc>
          <w:tcPr>
            <w:tcW w:w="5755" w:type="dxa"/>
          </w:tcPr>
          <w:p w14:paraId="4ACDCD71" w14:textId="54DAD5E8" w:rsidR="00811509" w:rsidRPr="00290F2E" w:rsidRDefault="00811509" w:rsidP="0060320D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Phone:</w:t>
            </w:r>
            <w:r w:rsidRPr="00D234AA">
              <w:rPr>
                <w:rFonts w:cs="Arial"/>
              </w:rPr>
              <w:t xml:space="preserve"> </w:t>
            </w:r>
            <w:r w:rsidR="00D234AA">
              <w:rPr>
                <w:rFonts w:cs="Arial"/>
              </w:rPr>
              <w:t xml:space="preserve"> </w:t>
            </w:r>
            <w:r w:rsidRPr="00D234AA">
              <w:rPr>
                <w:rFonts w:cs="Arial"/>
              </w:rPr>
              <w:t xml:space="preserve"> </w:t>
            </w:r>
            <w:r w:rsidR="0060320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="0060320D">
              <w:rPr>
                <w:rFonts w:cs="Arial"/>
              </w:rPr>
              <w:instrText xml:space="preserve"> FORMTEXT </w:instrText>
            </w:r>
            <w:r w:rsidR="0060320D">
              <w:rPr>
                <w:rFonts w:cs="Arial"/>
              </w:rPr>
            </w:r>
            <w:r w:rsidR="0060320D">
              <w:rPr>
                <w:rFonts w:cs="Arial"/>
              </w:rPr>
              <w:fldChar w:fldCharType="separate"/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</w:rPr>
              <w:fldChar w:fldCharType="end"/>
            </w:r>
            <w:bookmarkEnd w:id="4"/>
          </w:p>
        </w:tc>
      </w:tr>
      <w:tr w:rsidR="00811509" w:rsidRPr="000F563F" w14:paraId="1E05326A" w14:textId="77777777" w:rsidTr="005974AC">
        <w:trPr>
          <w:trHeight w:val="548"/>
          <w:tblHeader/>
        </w:trPr>
        <w:tc>
          <w:tcPr>
            <w:tcW w:w="5035" w:type="dxa"/>
            <w:vMerge w:val="restart"/>
          </w:tcPr>
          <w:p w14:paraId="23DCC517" w14:textId="47AC918A" w:rsidR="00811509" w:rsidRPr="00D234AA" w:rsidRDefault="00811509" w:rsidP="00811509">
            <w:pPr>
              <w:rPr>
                <w:rFonts w:cs="Arial"/>
              </w:rPr>
            </w:pPr>
            <w:r w:rsidRPr="000F563F">
              <w:rPr>
                <w:rFonts w:cs="Arial"/>
                <w:b/>
              </w:rPr>
              <w:t>Mailing Address</w:t>
            </w:r>
            <w:r w:rsidRPr="00D234AA">
              <w:rPr>
                <w:rFonts w:cs="Arial"/>
                <w:b/>
              </w:rPr>
              <w:t>:</w:t>
            </w:r>
            <w:r w:rsidR="00D234AA" w:rsidRPr="00D234AA">
              <w:rPr>
                <w:rFonts w:cs="Arial"/>
              </w:rPr>
              <w:t xml:space="preserve"> </w:t>
            </w:r>
            <w:r w:rsidR="00D234AA">
              <w:rPr>
                <w:rFonts w:cs="Arial"/>
              </w:rPr>
              <w:t xml:space="preserve"> </w:t>
            </w:r>
            <w:r w:rsidRPr="00D234AA">
              <w:rPr>
                <w:rFonts w:cs="Arial"/>
              </w:rPr>
              <w:t xml:space="preserve"> </w:t>
            </w:r>
            <w:r w:rsidR="0060320D">
              <w:rPr>
                <w:rFonts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="0060320D">
              <w:rPr>
                <w:rFonts w:cs="Arial"/>
              </w:rPr>
              <w:instrText xml:space="preserve"> FORMTEXT </w:instrText>
            </w:r>
            <w:r w:rsidR="0060320D">
              <w:rPr>
                <w:rFonts w:cs="Arial"/>
              </w:rPr>
            </w:r>
            <w:r w:rsidR="0060320D">
              <w:rPr>
                <w:rFonts w:cs="Arial"/>
              </w:rPr>
              <w:fldChar w:fldCharType="separate"/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</w:rPr>
              <w:fldChar w:fldCharType="end"/>
            </w:r>
            <w:bookmarkEnd w:id="5"/>
          </w:p>
          <w:p w14:paraId="40E6E068" w14:textId="77777777" w:rsidR="005974AC" w:rsidRDefault="0060320D" w:rsidP="005974AC">
            <w:pPr>
              <w:ind w:firstLine="1957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6"/>
          </w:p>
          <w:p w14:paraId="36022E6A" w14:textId="77777777" w:rsidR="005974AC" w:rsidRDefault="0060320D" w:rsidP="005974AC">
            <w:pPr>
              <w:ind w:firstLine="1957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7"/>
          </w:p>
          <w:p w14:paraId="56484E83" w14:textId="0CBB63AA" w:rsidR="00811509" w:rsidRPr="000F563F" w:rsidRDefault="0060320D" w:rsidP="005974AC">
            <w:pPr>
              <w:ind w:firstLine="1957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8"/>
          </w:p>
        </w:tc>
        <w:tc>
          <w:tcPr>
            <w:tcW w:w="5755" w:type="dxa"/>
          </w:tcPr>
          <w:p w14:paraId="2EF8E8BC" w14:textId="0C5238C9" w:rsidR="00811509" w:rsidRPr="000F563F" w:rsidRDefault="00811509" w:rsidP="0060320D">
            <w:pPr>
              <w:rPr>
                <w:rFonts w:cs="Arial"/>
              </w:rPr>
            </w:pPr>
            <w:r>
              <w:rPr>
                <w:rFonts w:cs="Arial"/>
                <w:b/>
              </w:rPr>
              <w:t>Email:</w:t>
            </w:r>
            <w:r>
              <w:rPr>
                <w:rFonts w:cs="Arial"/>
              </w:rPr>
              <w:t xml:space="preserve"> </w:t>
            </w:r>
            <w:r w:rsidR="00D234AA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 w:rsidR="0060320D">
              <w:rPr>
                <w:rFonts w:cs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 w:rsidR="0060320D">
              <w:rPr>
                <w:rFonts w:cs="Arial"/>
              </w:rPr>
              <w:instrText xml:space="preserve"> FORMTEXT </w:instrText>
            </w:r>
            <w:r w:rsidR="0060320D">
              <w:rPr>
                <w:rFonts w:cs="Arial"/>
              </w:rPr>
            </w:r>
            <w:r w:rsidR="0060320D">
              <w:rPr>
                <w:rFonts w:cs="Arial"/>
              </w:rPr>
              <w:fldChar w:fldCharType="separate"/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</w:rPr>
              <w:fldChar w:fldCharType="end"/>
            </w:r>
            <w:bookmarkEnd w:id="9"/>
          </w:p>
        </w:tc>
      </w:tr>
      <w:tr w:rsidR="00811509" w:rsidRPr="000F563F" w14:paraId="141AB73F" w14:textId="77777777" w:rsidTr="005974AC">
        <w:trPr>
          <w:trHeight w:val="539"/>
          <w:tblHeader/>
        </w:trPr>
        <w:tc>
          <w:tcPr>
            <w:tcW w:w="5035" w:type="dxa"/>
            <w:vMerge/>
          </w:tcPr>
          <w:p w14:paraId="50725808" w14:textId="142C0B75" w:rsidR="00811509" w:rsidRPr="0054381B" w:rsidRDefault="00811509" w:rsidP="00811509">
            <w:pPr>
              <w:rPr>
                <w:rFonts w:cs="Arial"/>
                <w:b/>
              </w:rPr>
            </w:pPr>
          </w:p>
        </w:tc>
        <w:tc>
          <w:tcPr>
            <w:tcW w:w="5755" w:type="dxa"/>
          </w:tcPr>
          <w:p w14:paraId="40D3B02E" w14:textId="24C1E3F1" w:rsidR="00811509" w:rsidRPr="000F563F" w:rsidRDefault="00811509" w:rsidP="00AB0A3F">
            <w:pPr>
              <w:rPr>
                <w:rFonts w:cs="Arial"/>
              </w:rPr>
            </w:pPr>
            <w:r w:rsidRPr="00811509">
              <w:rPr>
                <w:rFonts w:cs="Arial"/>
                <w:b/>
              </w:rPr>
              <w:t>Document Name:</w:t>
            </w:r>
            <w:r>
              <w:rPr>
                <w:rFonts w:cs="Arial"/>
              </w:rPr>
              <w:t xml:space="preserve"> </w:t>
            </w:r>
            <w:r w:rsidR="00D234AA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 w:rsidR="00AB0A3F">
              <w:rPr>
                <w:rFonts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 w:rsidR="00AB0A3F">
              <w:rPr>
                <w:rFonts w:cs="Arial"/>
              </w:rPr>
              <w:instrText xml:space="preserve"> FORMTEXT </w:instrText>
            </w:r>
            <w:r w:rsidR="00AB0A3F">
              <w:rPr>
                <w:rFonts w:cs="Arial"/>
              </w:rPr>
            </w:r>
            <w:r w:rsidR="00AB0A3F">
              <w:rPr>
                <w:rFonts w:cs="Arial"/>
              </w:rPr>
              <w:fldChar w:fldCharType="separate"/>
            </w:r>
            <w:r w:rsidR="00AB0A3F">
              <w:rPr>
                <w:rFonts w:cs="Arial"/>
                <w:noProof/>
              </w:rPr>
              <w:t> </w:t>
            </w:r>
            <w:r w:rsidR="00AB0A3F">
              <w:rPr>
                <w:rFonts w:cs="Arial"/>
                <w:noProof/>
              </w:rPr>
              <w:t> </w:t>
            </w:r>
            <w:r w:rsidR="00AB0A3F">
              <w:rPr>
                <w:rFonts w:cs="Arial"/>
                <w:noProof/>
              </w:rPr>
              <w:t> </w:t>
            </w:r>
            <w:r w:rsidR="00AB0A3F">
              <w:rPr>
                <w:rFonts w:cs="Arial"/>
                <w:noProof/>
              </w:rPr>
              <w:t> </w:t>
            </w:r>
            <w:r w:rsidR="00AB0A3F">
              <w:rPr>
                <w:rFonts w:cs="Arial"/>
                <w:noProof/>
              </w:rPr>
              <w:t> </w:t>
            </w:r>
            <w:r w:rsidR="00AB0A3F">
              <w:rPr>
                <w:rFonts w:cs="Arial"/>
              </w:rPr>
              <w:fldChar w:fldCharType="end"/>
            </w:r>
            <w:bookmarkEnd w:id="10"/>
          </w:p>
        </w:tc>
      </w:tr>
    </w:tbl>
    <w:p w14:paraId="4ACDCD7C" w14:textId="77777777" w:rsidR="00A714B6" w:rsidRDefault="00A714B6" w:rsidP="00BF3BFD">
      <w:pPr>
        <w:rPr>
          <w:rFonts w:ascii="Tahoma" w:hAnsi="Tahoma" w:cs="Tahoma"/>
        </w:rPr>
      </w:pPr>
    </w:p>
    <w:p w14:paraId="2AD0307C" w14:textId="681D3C9C" w:rsidR="00F91E0F" w:rsidRDefault="00E855B3" w:rsidP="00BF3BFD">
      <w:pPr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*</w:t>
      </w:r>
      <w:r w:rsidRPr="00A94C7C">
        <w:rPr>
          <w:rFonts w:cs="Arial"/>
          <w:b/>
          <w:sz w:val="20"/>
          <w:szCs w:val="20"/>
        </w:rPr>
        <w:t xml:space="preserve">Important:  </w:t>
      </w:r>
      <w:r w:rsidRPr="00A94C7C">
        <w:rPr>
          <w:rFonts w:cs="Arial"/>
          <w:sz w:val="20"/>
          <w:szCs w:val="20"/>
        </w:rPr>
        <w:t>This request must be submitted by someone with authority to commit your agency to this work.</w:t>
      </w:r>
    </w:p>
    <w:p w14:paraId="15259B67" w14:textId="77777777" w:rsidR="00FB639C" w:rsidRDefault="00FB639C" w:rsidP="00BF3BFD">
      <w:pPr>
        <w:rPr>
          <w:rFonts w:cs="Arial"/>
          <w:sz w:val="20"/>
          <w:szCs w:val="20"/>
        </w:rPr>
      </w:pPr>
    </w:p>
    <w:p w14:paraId="3185E91A" w14:textId="794C58E4" w:rsidR="00FB639C" w:rsidRPr="005974AC" w:rsidRDefault="00FB639C" w:rsidP="00BF3BFD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Form continued on next page.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Integration Information"/>
        <w:tblDescription w:val="Use this table to provide information about the agency's intengration system(s)."/>
      </w:tblPr>
      <w:tblGrid>
        <w:gridCol w:w="535"/>
        <w:gridCol w:w="4680"/>
        <w:gridCol w:w="5575"/>
      </w:tblGrid>
      <w:tr w:rsidR="0044255C" w:rsidRPr="008924D4" w14:paraId="59C0603E" w14:textId="77777777" w:rsidTr="005974AC">
        <w:trPr>
          <w:trHeight w:val="368"/>
          <w:tblHeader/>
        </w:trPr>
        <w:tc>
          <w:tcPr>
            <w:tcW w:w="10790" w:type="dxa"/>
            <w:gridSpan w:val="3"/>
            <w:shd w:val="clear" w:color="auto" w:fill="808080"/>
          </w:tcPr>
          <w:p w14:paraId="7C36B4BB" w14:textId="4F109443" w:rsidR="0044255C" w:rsidRPr="009C4970" w:rsidRDefault="0044255C" w:rsidP="00290F2E">
            <w:pPr>
              <w:rPr>
                <w:rFonts w:cs="Arial"/>
                <w:szCs w:val="22"/>
              </w:rPr>
            </w:pPr>
            <w:r w:rsidRPr="009C4970">
              <w:rPr>
                <w:rFonts w:cs="Arial"/>
                <w:b/>
                <w:color w:val="FFFFFF" w:themeColor="background1"/>
                <w:szCs w:val="22"/>
              </w:rPr>
              <w:lastRenderedPageBreak/>
              <w:t>Integration Information</w:t>
            </w:r>
          </w:p>
        </w:tc>
      </w:tr>
      <w:tr w:rsidR="00D274A6" w:rsidRPr="008924D4" w14:paraId="4ACDCD8F" w14:textId="0B898F95" w:rsidTr="005974AC">
        <w:trPr>
          <w:trHeight w:val="890"/>
          <w:tblHeader/>
        </w:trPr>
        <w:tc>
          <w:tcPr>
            <w:tcW w:w="535" w:type="dxa"/>
          </w:tcPr>
          <w:p w14:paraId="5EC5D852" w14:textId="77777777" w:rsidR="00D274A6" w:rsidRPr="00F91E0F" w:rsidRDefault="00D274A6" w:rsidP="005F36A8">
            <w:pPr>
              <w:pStyle w:val="ListParagraph"/>
              <w:numPr>
                <w:ilvl w:val="0"/>
                <w:numId w:val="5"/>
              </w:numPr>
              <w:rPr>
                <w:rFonts w:cs="Arial"/>
                <w:b/>
              </w:rPr>
            </w:pPr>
          </w:p>
        </w:tc>
        <w:tc>
          <w:tcPr>
            <w:tcW w:w="4680" w:type="dxa"/>
          </w:tcPr>
          <w:p w14:paraId="384D36D7" w14:textId="77777777" w:rsidR="00D274A6" w:rsidRDefault="00D274A6" w:rsidP="00290F2E">
            <w:pPr>
              <w:rPr>
                <w:rFonts w:cs="Arial"/>
              </w:rPr>
            </w:pPr>
            <w:r w:rsidRPr="00290F2E">
              <w:rPr>
                <w:rFonts w:cs="Arial"/>
              </w:rPr>
              <w:t xml:space="preserve">Does your agency have a system that can send documents? </w:t>
            </w:r>
          </w:p>
          <w:p w14:paraId="4ACDCD8E" w14:textId="425C0202" w:rsidR="00A94C7C" w:rsidRPr="00290F2E" w:rsidRDefault="00A94C7C" w:rsidP="00290F2E">
            <w:pPr>
              <w:rPr>
                <w:rFonts w:cs="Arial"/>
              </w:rPr>
            </w:pPr>
          </w:p>
        </w:tc>
        <w:tc>
          <w:tcPr>
            <w:tcW w:w="5575" w:type="dxa"/>
          </w:tcPr>
          <w:p w14:paraId="37560B64" w14:textId="52A7413F" w:rsidR="00D274A6" w:rsidRPr="00290F2E" w:rsidRDefault="00391171" w:rsidP="00290F2E">
            <w:pPr>
              <w:rPr>
                <w:rFonts w:cs="Arial"/>
              </w:rPr>
            </w:pPr>
            <w:sdt>
              <w:sdtPr>
                <w:rPr>
                  <w:rFonts w:cs="Arial"/>
                </w:rPr>
                <w:id w:val="1088272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74A6" w:rsidRPr="00290F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274A6" w:rsidRPr="00290F2E">
              <w:rPr>
                <w:rFonts w:cs="Arial"/>
              </w:rPr>
              <w:t xml:space="preserve">Yes </w:t>
            </w:r>
            <w:r w:rsidR="00282FC7">
              <w:rPr>
                <w:rFonts w:cs="Arial"/>
              </w:rPr>
              <w:t xml:space="preserve"> </w:t>
            </w:r>
            <w:r w:rsidR="00D274A6" w:rsidRPr="00290F2E"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-1012608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74A6" w:rsidRPr="00290F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274A6" w:rsidRPr="00290F2E">
              <w:rPr>
                <w:rFonts w:cs="Arial"/>
              </w:rPr>
              <w:t xml:space="preserve"> No</w:t>
            </w:r>
          </w:p>
        </w:tc>
      </w:tr>
      <w:tr w:rsidR="00D274A6" w:rsidRPr="008924D4" w14:paraId="769ECA91" w14:textId="7AFFC102" w:rsidTr="005974AC">
        <w:trPr>
          <w:trHeight w:val="1403"/>
          <w:tblHeader/>
        </w:trPr>
        <w:tc>
          <w:tcPr>
            <w:tcW w:w="535" w:type="dxa"/>
          </w:tcPr>
          <w:p w14:paraId="54EA6BBF" w14:textId="77777777" w:rsidR="00D274A6" w:rsidRPr="00F91E0F" w:rsidRDefault="00D274A6" w:rsidP="005F36A8">
            <w:pPr>
              <w:pStyle w:val="ListParagraph"/>
              <w:numPr>
                <w:ilvl w:val="0"/>
                <w:numId w:val="5"/>
              </w:numPr>
              <w:rPr>
                <w:rFonts w:cs="Arial"/>
                <w:b/>
              </w:rPr>
            </w:pPr>
          </w:p>
        </w:tc>
        <w:tc>
          <w:tcPr>
            <w:tcW w:w="4680" w:type="dxa"/>
          </w:tcPr>
          <w:p w14:paraId="0D119571" w14:textId="32F9EF63" w:rsidR="00D274A6" w:rsidRPr="00290F2E" w:rsidRDefault="00D274A6" w:rsidP="00290F2E">
            <w:pPr>
              <w:rPr>
                <w:rFonts w:cs="Arial"/>
              </w:rPr>
            </w:pPr>
            <w:r w:rsidRPr="00290F2E">
              <w:rPr>
                <w:rFonts w:cs="Arial"/>
              </w:rPr>
              <w:t xml:space="preserve">Does your system currently exchange any documents electronically with </w:t>
            </w:r>
            <w:r w:rsidR="00D234AA">
              <w:rPr>
                <w:rFonts w:cs="Arial"/>
              </w:rPr>
              <w:t xml:space="preserve">any </w:t>
            </w:r>
            <w:r w:rsidRPr="00290F2E">
              <w:rPr>
                <w:rFonts w:cs="Arial"/>
              </w:rPr>
              <w:t xml:space="preserve">other agencies’ systems? </w:t>
            </w:r>
            <w:r w:rsidRPr="00290F2E">
              <w:rPr>
                <w:rFonts w:cs="Arial"/>
              </w:rPr>
              <w:br/>
            </w:r>
            <w:r w:rsidRPr="00290F2E">
              <w:rPr>
                <w:rFonts w:cs="Arial"/>
              </w:rPr>
              <w:br/>
            </w:r>
            <w:r w:rsidRPr="0014094C">
              <w:rPr>
                <w:rFonts w:cs="Arial"/>
                <w:i/>
                <w:sz w:val="18"/>
                <w:szCs w:val="18"/>
              </w:rPr>
              <w:t xml:space="preserve">Note: </w:t>
            </w:r>
            <w:r w:rsidR="00A94C7C" w:rsidRPr="0014094C">
              <w:rPr>
                <w:rFonts w:cs="Arial"/>
                <w:i/>
                <w:sz w:val="18"/>
                <w:szCs w:val="18"/>
              </w:rPr>
              <w:t xml:space="preserve"> </w:t>
            </w:r>
            <w:r w:rsidR="0014094C" w:rsidRPr="0014094C">
              <w:rPr>
                <w:rFonts w:cs="Arial"/>
                <w:i/>
                <w:sz w:val="18"/>
                <w:szCs w:val="18"/>
              </w:rPr>
              <w:t>T</w:t>
            </w:r>
            <w:r w:rsidRPr="0014094C">
              <w:rPr>
                <w:rFonts w:cs="Arial"/>
                <w:i/>
                <w:sz w:val="18"/>
                <w:szCs w:val="18"/>
              </w:rPr>
              <w:t xml:space="preserve">his </w:t>
            </w:r>
            <w:r w:rsidR="0014094C" w:rsidRPr="0014094C">
              <w:rPr>
                <w:rFonts w:cs="Arial"/>
                <w:i/>
                <w:sz w:val="18"/>
                <w:szCs w:val="18"/>
              </w:rPr>
              <w:t xml:space="preserve">exchange </w:t>
            </w:r>
            <w:r w:rsidRPr="0014094C">
              <w:rPr>
                <w:rFonts w:cs="Arial"/>
                <w:i/>
                <w:sz w:val="18"/>
                <w:szCs w:val="18"/>
              </w:rPr>
              <w:t>does not include email or eFS.</w:t>
            </w:r>
          </w:p>
        </w:tc>
        <w:tc>
          <w:tcPr>
            <w:tcW w:w="5575" w:type="dxa"/>
          </w:tcPr>
          <w:p w14:paraId="409C6715" w14:textId="21FC2809" w:rsidR="00D274A6" w:rsidRPr="00290F2E" w:rsidRDefault="00391171" w:rsidP="00A94C7C">
            <w:pPr>
              <w:rPr>
                <w:rFonts w:cs="Arial"/>
              </w:rPr>
            </w:pPr>
            <w:sdt>
              <w:sdtPr>
                <w:rPr>
                  <w:rFonts w:cs="Arial"/>
                </w:rPr>
                <w:id w:val="62103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C7C" w:rsidRPr="00290F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94C7C" w:rsidRPr="00290F2E">
              <w:rPr>
                <w:rFonts w:cs="Arial"/>
              </w:rPr>
              <w:t xml:space="preserve"> Yes </w:t>
            </w:r>
            <w:r w:rsidR="00282FC7">
              <w:rPr>
                <w:rFonts w:cs="Arial"/>
              </w:rPr>
              <w:t xml:space="preserve"> </w:t>
            </w:r>
            <w:r w:rsidR="00A94C7C" w:rsidRPr="00290F2E"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-1593235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C7C" w:rsidRPr="00290F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94C7C" w:rsidRPr="00290F2E">
              <w:rPr>
                <w:rFonts w:cs="Arial"/>
              </w:rPr>
              <w:t xml:space="preserve"> No</w:t>
            </w:r>
          </w:p>
        </w:tc>
      </w:tr>
      <w:tr w:rsidR="00D274A6" w:rsidRPr="008924D4" w14:paraId="4ACDCD94" w14:textId="4B2B661F" w:rsidTr="005974AC">
        <w:trPr>
          <w:trHeight w:val="827"/>
          <w:tblHeader/>
        </w:trPr>
        <w:tc>
          <w:tcPr>
            <w:tcW w:w="535" w:type="dxa"/>
          </w:tcPr>
          <w:p w14:paraId="36BE717D" w14:textId="77777777" w:rsidR="00D274A6" w:rsidRPr="00F91E0F" w:rsidRDefault="00D274A6" w:rsidP="005F36A8">
            <w:pPr>
              <w:pStyle w:val="ListParagraph"/>
              <w:numPr>
                <w:ilvl w:val="0"/>
                <w:numId w:val="5"/>
              </w:numPr>
              <w:rPr>
                <w:rFonts w:cs="Arial"/>
                <w:b/>
              </w:rPr>
            </w:pPr>
          </w:p>
        </w:tc>
        <w:tc>
          <w:tcPr>
            <w:tcW w:w="4680" w:type="dxa"/>
          </w:tcPr>
          <w:p w14:paraId="4ACDCD90" w14:textId="40347021" w:rsidR="00D274A6" w:rsidRPr="00290F2E" w:rsidRDefault="00D274A6" w:rsidP="00290F2E">
            <w:pPr>
              <w:rPr>
                <w:rFonts w:cs="Arial"/>
              </w:rPr>
            </w:pPr>
            <w:r w:rsidRPr="00290F2E">
              <w:rPr>
                <w:rFonts w:cs="Arial"/>
              </w:rPr>
              <w:t xml:space="preserve">How will this document integration benefit your agency and/or the court? </w:t>
            </w:r>
          </w:p>
          <w:p w14:paraId="4ACDCD93" w14:textId="77777777" w:rsidR="00D274A6" w:rsidRPr="00290F2E" w:rsidRDefault="00D274A6" w:rsidP="00290F2E">
            <w:pPr>
              <w:rPr>
                <w:rFonts w:cs="Arial"/>
              </w:rPr>
            </w:pPr>
          </w:p>
        </w:tc>
        <w:tc>
          <w:tcPr>
            <w:tcW w:w="5575" w:type="dxa"/>
          </w:tcPr>
          <w:p w14:paraId="6A5B9E3E" w14:textId="0207A414" w:rsidR="00D274A6" w:rsidRPr="00290F2E" w:rsidRDefault="0060320D" w:rsidP="00290F2E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1" w:name="Text1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1"/>
          </w:p>
          <w:p w14:paraId="5AF996C4" w14:textId="77777777" w:rsidR="00D274A6" w:rsidRPr="00290F2E" w:rsidRDefault="00D274A6" w:rsidP="00290F2E">
            <w:pPr>
              <w:rPr>
                <w:rFonts w:cs="Arial"/>
              </w:rPr>
            </w:pPr>
          </w:p>
        </w:tc>
      </w:tr>
      <w:tr w:rsidR="00D274A6" w:rsidRPr="008924D4" w14:paraId="42BDCAA2" w14:textId="3419BF6F" w:rsidTr="005974AC">
        <w:trPr>
          <w:tblHeader/>
        </w:trPr>
        <w:tc>
          <w:tcPr>
            <w:tcW w:w="535" w:type="dxa"/>
          </w:tcPr>
          <w:p w14:paraId="0806356B" w14:textId="77777777" w:rsidR="00D274A6" w:rsidRPr="00F91E0F" w:rsidRDefault="00D274A6" w:rsidP="005F36A8">
            <w:pPr>
              <w:pStyle w:val="ListParagraph"/>
              <w:numPr>
                <w:ilvl w:val="0"/>
                <w:numId w:val="5"/>
              </w:numPr>
              <w:rPr>
                <w:rFonts w:cs="Arial"/>
                <w:b/>
              </w:rPr>
            </w:pPr>
          </w:p>
        </w:tc>
        <w:tc>
          <w:tcPr>
            <w:tcW w:w="4680" w:type="dxa"/>
          </w:tcPr>
          <w:p w14:paraId="56C31A02" w14:textId="43149789" w:rsidR="00D274A6" w:rsidRPr="00290F2E" w:rsidRDefault="00D274A6" w:rsidP="00290F2E">
            <w:pPr>
              <w:rPr>
                <w:rFonts w:cs="Arial"/>
              </w:rPr>
            </w:pPr>
            <w:r w:rsidRPr="00290F2E">
              <w:rPr>
                <w:rFonts w:cs="Arial"/>
              </w:rPr>
              <w:t xml:space="preserve">Is your system used statewide? </w:t>
            </w:r>
          </w:p>
          <w:p w14:paraId="240DDC01" w14:textId="4AD6DF7B" w:rsidR="00D274A6" w:rsidRPr="00290F2E" w:rsidRDefault="00D274A6" w:rsidP="00290F2E">
            <w:pPr>
              <w:rPr>
                <w:rFonts w:cs="Arial"/>
              </w:rPr>
            </w:pPr>
          </w:p>
        </w:tc>
        <w:tc>
          <w:tcPr>
            <w:tcW w:w="5575" w:type="dxa"/>
          </w:tcPr>
          <w:p w14:paraId="71DA5648" w14:textId="1316A66F" w:rsidR="00D274A6" w:rsidRDefault="00391171" w:rsidP="00290F2E">
            <w:pPr>
              <w:rPr>
                <w:rFonts w:cs="Arial"/>
              </w:rPr>
            </w:pPr>
            <w:sdt>
              <w:sdtPr>
                <w:rPr>
                  <w:rFonts w:cs="Arial"/>
                </w:rPr>
                <w:id w:val="-821894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332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82FC7" w:rsidRPr="00290F2E">
              <w:rPr>
                <w:rFonts w:cs="Arial"/>
              </w:rPr>
              <w:t xml:space="preserve"> Yes </w:t>
            </w:r>
            <w:r w:rsidR="00282FC7">
              <w:rPr>
                <w:rFonts w:cs="Arial"/>
              </w:rPr>
              <w:t xml:space="preserve"> </w:t>
            </w:r>
            <w:r w:rsidR="00282FC7" w:rsidRPr="00290F2E"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-1861962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FC7" w:rsidRPr="00290F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82FC7" w:rsidRPr="00290F2E">
              <w:rPr>
                <w:rFonts w:cs="Arial"/>
              </w:rPr>
              <w:t xml:space="preserve"> No</w:t>
            </w:r>
          </w:p>
          <w:p w14:paraId="02C52F48" w14:textId="77777777" w:rsidR="00041493" w:rsidRDefault="00041493" w:rsidP="00290F2E">
            <w:pPr>
              <w:rPr>
                <w:rFonts w:cs="Arial"/>
              </w:rPr>
            </w:pPr>
          </w:p>
          <w:p w14:paraId="61B38B63" w14:textId="5D053B4B" w:rsidR="00041493" w:rsidRDefault="00041493" w:rsidP="00290F2E">
            <w:pPr>
              <w:rPr>
                <w:rFonts w:cs="Arial"/>
              </w:rPr>
            </w:pPr>
            <w:r>
              <w:rPr>
                <w:rFonts w:cs="Arial"/>
              </w:rPr>
              <w:t>If No, what is the number of counties and/or state agencies that use your system?</w:t>
            </w:r>
            <w:r w:rsidR="00AA1DBF">
              <w:rPr>
                <w:rFonts w:cs="Arial"/>
              </w:rPr>
              <w:t xml:space="preserve">  </w:t>
            </w:r>
            <w:r>
              <w:rPr>
                <w:rFonts w:cs="Arial"/>
              </w:rPr>
              <w:t xml:space="preserve"> </w:t>
            </w:r>
            <w:r w:rsidR="0060320D">
              <w:rPr>
                <w:rFonts w:cs="Arial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 w:rsidR="0060320D">
              <w:rPr>
                <w:rFonts w:cs="Arial"/>
              </w:rPr>
              <w:instrText xml:space="preserve"> FORMTEXT </w:instrText>
            </w:r>
            <w:r w:rsidR="0060320D">
              <w:rPr>
                <w:rFonts w:cs="Arial"/>
              </w:rPr>
            </w:r>
            <w:r w:rsidR="0060320D">
              <w:rPr>
                <w:rFonts w:cs="Arial"/>
              </w:rPr>
              <w:fldChar w:fldCharType="separate"/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</w:rPr>
              <w:fldChar w:fldCharType="end"/>
            </w:r>
            <w:bookmarkEnd w:id="12"/>
          </w:p>
          <w:p w14:paraId="5AD1E42F" w14:textId="27FF2899" w:rsidR="00041493" w:rsidRPr="00290F2E" w:rsidRDefault="00041493" w:rsidP="00290F2E">
            <w:pPr>
              <w:rPr>
                <w:rFonts w:cs="Arial"/>
              </w:rPr>
            </w:pPr>
          </w:p>
        </w:tc>
      </w:tr>
      <w:tr w:rsidR="00D274A6" w:rsidRPr="008924D4" w14:paraId="4ACDCD99" w14:textId="412BB744" w:rsidTr="005974AC">
        <w:trPr>
          <w:tblHeader/>
        </w:trPr>
        <w:tc>
          <w:tcPr>
            <w:tcW w:w="535" w:type="dxa"/>
          </w:tcPr>
          <w:p w14:paraId="3500AA81" w14:textId="77777777" w:rsidR="00D274A6" w:rsidRPr="00F91E0F" w:rsidRDefault="00D274A6" w:rsidP="005F36A8">
            <w:pPr>
              <w:pStyle w:val="ListParagraph"/>
              <w:numPr>
                <w:ilvl w:val="0"/>
                <w:numId w:val="5"/>
              </w:numPr>
              <w:rPr>
                <w:rFonts w:cs="Arial"/>
                <w:b/>
              </w:rPr>
            </w:pPr>
          </w:p>
        </w:tc>
        <w:tc>
          <w:tcPr>
            <w:tcW w:w="4680" w:type="dxa"/>
          </w:tcPr>
          <w:p w14:paraId="4ACDCD96" w14:textId="659C3741" w:rsidR="00D274A6" w:rsidRPr="00290F2E" w:rsidRDefault="00D274A6" w:rsidP="00290F2E">
            <w:pPr>
              <w:rPr>
                <w:rFonts w:cs="Arial"/>
              </w:rPr>
            </w:pPr>
            <w:r w:rsidRPr="00290F2E">
              <w:rPr>
                <w:rFonts w:cs="Arial"/>
              </w:rPr>
              <w:t xml:space="preserve">What is the weekly total number of documents expected to be sent via this document integration?  </w:t>
            </w:r>
          </w:p>
          <w:p w14:paraId="4ACDCD98" w14:textId="77777777" w:rsidR="00D274A6" w:rsidRPr="00290F2E" w:rsidRDefault="00D274A6" w:rsidP="00290F2E">
            <w:pPr>
              <w:rPr>
                <w:rFonts w:cs="Arial"/>
              </w:rPr>
            </w:pPr>
          </w:p>
        </w:tc>
        <w:tc>
          <w:tcPr>
            <w:tcW w:w="5575" w:type="dxa"/>
          </w:tcPr>
          <w:p w14:paraId="45227D86" w14:textId="01B0A113" w:rsidR="00D274A6" w:rsidRPr="00290F2E" w:rsidRDefault="0060320D" w:rsidP="0060320D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3"/>
          </w:p>
        </w:tc>
      </w:tr>
      <w:tr w:rsidR="00D274A6" w:rsidRPr="008924D4" w14:paraId="4ACDCD9D" w14:textId="57366501" w:rsidTr="005974AC">
        <w:trPr>
          <w:trHeight w:val="719"/>
          <w:tblHeader/>
        </w:trPr>
        <w:tc>
          <w:tcPr>
            <w:tcW w:w="535" w:type="dxa"/>
          </w:tcPr>
          <w:p w14:paraId="2E3DF4DB" w14:textId="77777777" w:rsidR="00D274A6" w:rsidRPr="00F91E0F" w:rsidRDefault="00D274A6" w:rsidP="005F36A8">
            <w:pPr>
              <w:pStyle w:val="ListParagraph"/>
              <w:numPr>
                <w:ilvl w:val="0"/>
                <w:numId w:val="5"/>
              </w:numPr>
              <w:rPr>
                <w:rFonts w:cs="Arial"/>
                <w:b/>
              </w:rPr>
            </w:pPr>
          </w:p>
        </w:tc>
        <w:tc>
          <w:tcPr>
            <w:tcW w:w="4680" w:type="dxa"/>
          </w:tcPr>
          <w:p w14:paraId="053DA143" w14:textId="77777777" w:rsidR="00D274A6" w:rsidRDefault="00D274A6" w:rsidP="00290F2E">
            <w:pPr>
              <w:rPr>
                <w:rFonts w:cs="Arial"/>
              </w:rPr>
            </w:pPr>
            <w:r w:rsidRPr="00290F2E">
              <w:rPr>
                <w:rFonts w:cs="Arial"/>
              </w:rPr>
              <w:t xml:space="preserve">How will this document integration improve your agency’s service to the public? </w:t>
            </w:r>
          </w:p>
          <w:p w14:paraId="4ACDCD9C" w14:textId="7599F44C" w:rsidR="00A94C7C" w:rsidRPr="00290F2E" w:rsidRDefault="00A94C7C" w:rsidP="00290F2E">
            <w:pPr>
              <w:rPr>
                <w:rFonts w:cs="Arial"/>
              </w:rPr>
            </w:pPr>
          </w:p>
        </w:tc>
        <w:tc>
          <w:tcPr>
            <w:tcW w:w="5575" w:type="dxa"/>
          </w:tcPr>
          <w:p w14:paraId="7D972B7F" w14:textId="655A020C" w:rsidR="00D274A6" w:rsidRPr="00290F2E" w:rsidRDefault="0060320D" w:rsidP="00290F2E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4" w:name="Text15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4"/>
          </w:p>
          <w:p w14:paraId="5CCDC3B5" w14:textId="77777777" w:rsidR="00D274A6" w:rsidRPr="00290F2E" w:rsidRDefault="00D274A6" w:rsidP="00290F2E">
            <w:pPr>
              <w:rPr>
                <w:rFonts w:cs="Arial"/>
              </w:rPr>
            </w:pPr>
          </w:p>
        </w:tc>
      </w:tr>
      <w:tr w:rsidR="00282FC7" w:rsidRPr="008924D4" w14:paraId="4ACDCDA1" w14:textId="5CD9E99E" w:rsidTr="005974AC">
        <w:trPr>
          <w:tblHeader/>
        </w:trPr>
        <w:tc>
          <w:tcPr>
            <w:tcW w:w="535" w:type="dxa"/>
          </w:tcPr>
          <w:p w14:paraId="58EC5897" w14:textId="77777777" w:rsidR="00282FC7" w:rsidRPr="00F91E0F" w:rsidRDefault="00282FC7" w:rsidP="00282FC7">
            <w:pPr>
              <w:pStyle w:val="ListParagraph"/>
              <w:numPr>
                <w:ilvl w:val="0"/>
                <w:numId w:val="5"/>
              </w:numPr>
              <w:rPr>
                <w:rFonts w:cs="Arial"/>
                <w:b/>
              </w:rPr>
            </w:pPr>
          </w:p>
        </w:tc>
        <w:tc>
          <w:tcPr>
            <w:tcW w:w="4680" w:type="dxa"/>
          </w:tcPr>
          <w:p w14:paraId="286041EF" w14:textId="6552AC2D" w:rsidR="00282FC7" w:rsidRDefault="00282FC7" w:rsidP="00282FC7">
            <w:pPr>
              <w:rPr>
                <w:rFonts w:cs="Arial"/>
              </w:rPr>
            </w:pPr>
            <w:r w:rsidRPr="00290F2E">
              <w:rPr>
                <w:rFonts w:cs="Arial"/>
              </w:rPr>
              <w:t>If this document requires a signature, is your system cur</w:t>
            </w:r>
            <w:r w:rsidR="00A41DFD">
              <w:rPr>
                <w:rFonts w:cs="Arial"/>
              </w:rPr>
              <w:t xml:space="preserve">rently able to create or manage </w:t>
            </w:r>
            <w:r w:rsidRPr="00290F2E">
              <w:rPr>
                <w:rFonts w:cs="Arial"/>
              </w:rPr>
              <w:t>electronic signatures?</w:t>
            </w:r>
          </w:p>
          <w:p w14:paraId="4ACDCDA0" w14:textId="19E7491B" w:rsidR="00282FC7" w:rsidRPr="00290F2E" w:rsidRDefault="00282FC7" w:rsidP="00282FC7">
            <w:pPr>
              <w:rPr>
                <w:rFonts w:cs="Arial"/>
              </w:rPr>
            </w:pPr>
          </w:p>
        </w:tc>
        <w:tc>
          <w:tcPr>
            <w:tcW w:w="5575" w:type="dxa"/>
          </w:tcPr>
          <w:p w14:paraId="2EE43DB2" w14:textId="6EF2306F" w:rsidR="00282FC7" w:rsidRPr="00290F2E" w:rsidRDefault="00391171" w:rsidP="00282FC7">
            <w:pPr>
              <w:rPr>
                <w:rFonts w:cs="Arial"/>
              </w:rPr>
            </w:pPr>
            <w:sdt>
              <w:sdtPr>
                <w:rPr>
                  <w:rFonts w:cs="Arial"/>
                </w:rPr>
                <w:id w:val="-346332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FC7" w:rsidRPr="00290F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82FC7" w:rsidRPr="00290F2E">
              <w:rPr>
                <w:rFonts w:cs="Arial"/>
              </w:rPr>
              <w:t xml:space="preserve"> Yes </w:t>
            </w:r>
            <w:r w:rsidR="00282FC7">
              <w:rPr>
                <w:rFonts w:cs="Arial"/>
              </w:rPr>
              <w:t xml:space="preserve"> </w:t>
            </w:r>
            <w:r w:rsidR="00282FC7" w:rsidRPr="00290F2E"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-319658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FC7" w:rsidRPr="00290F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82FC7" w:rsidRPr="00290F2E">
              <w:rPr>
                <w:rFonts w:cs="Arial"/>
              </w:rPr>
              <w:t xml:space="preserve"> No</w:t>
            </w:r>
            <w:r w:rsidR="00041493">
              <w:rPr>
                <w:rFonts w:cs="Arial"/>
              </w:rPr>
              <w:t xml:space="preserve">   </w:t>
            </w:r>
            <w:sdt>
              <w:sdtPr>
                <w:rPr>
                  <w:rFonts w:cs="Arial"/>
                </w:rPr>
                <w:id w:val="-1270151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149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041493">
              <w:rPr>
                <w:rFonts w:cs="Arial"/>
              </w:rPr>
              <w:t xml:space="preserve"> Signature N/A</w:t>
            </w:r>
          </w:p>
        </w:tc>
      </w:tr>
      <w:tr w:rsidR="00282FC7" w:rsidRPr="008924D4" w14:paraId="4ACDCDAF" w14:textId="051FB3B4" w:rsidTr="005974AC">
        <w:trPr>
          <w:tblHeader/>
        </w:trPr>
        <w:tc>
          <w:tcPr>
            <w:tcW w:w="535" w:type="dxa"/>
          </w:tcPr>
          <w:p w14:paraId="31C12790" w14:textId="77777777" w:rsidR="00282FC7" w:rsidRPr="00F91E0F" w:rsidRDefault="00282FC7" w:rsidP="00282FC7">
            <w:pPr>
              <w:pStyle w:val="ListParagraph"/>
              <w:numPr>
                <w:ilvl w:val="0"/>
                <w:numId w:val="5"/>
              </w:numPr>
              <w:rPr>
                <w:rFonts w:cs="Arial"/>
                <w:b/>
              </w:rPr>
            </w:pPr>
          </w:p>
        </w:tc>
        <w:tc>
          <w:tcPr>
            <w:tcW w:w="4680" w:type="dxa"/>
          </w:tcPr>
          <w:p w14:paraId="4ACDCDAB" w14:textId="7E0F7324" w:rsidR="00282FC7" w:rsidRPr="00290F2E" w:rsidRDefault="00282FC7" w:rsidP="00282FC7">
            <w:pPr>
              <w:rPr>
                <w:rFonts w:cs="Arial"/>
              </w:rPr>
            </w:pPr>
            <w:r w:rsidRPr="00290F2E">
              <w:rPr>
                <w:rFonts w:cs="Arial"/>
              </w:rPr>
              <w:t>To what extent does this document integration create or increase efficiencies for your agency?</w:t>
            </w:r>
          </w:p>
          <w:p w14:paraId="4ACDCDAE" w14:textId="77777777" w:rsidR="00282FC7" w:rsidRPr="00290F2E" w:rsidRDefault="00282FC7" w:rsidP="00282FC7">
            <w:pPr>
              <w:rPr>
                <w:rFonts w:cs="Arial"/>
              </w:rPr>
            </w:pPr>
          </w:p>
        </w:tc>
        <w:tc>
          <w:tcPr>
            <w:tcW w:w="5575" w:type="dxa"/>
          </w:tcPr>
          <w:p w14:paraId="2C3DB24B" w14:textId="013D124A" w:rsidR="00282FC7" w:rsidRPr="00290F2E" w:rsidRDefault="0060320D" w:rsidP="0060320D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5"/>
          </w:p>
        </w:tc>
      </w:tr>
      <w:tr w:rsidR="00282FC7" w:rsidRPr="008924D4" w14:paraId="7C301412" w14:textId="55EDC009" w:rsidTr="005974AC">
        <w:trPr>
          <w:tblHeader/>
        </w:trPr>
        <w:tc>
          <w:tcPr>
            <w:tcW w:w="535" w:type="dxa"/>
          </w:tcPr>
          <w:p w14:paraId="52956A4B" w14:textId="2239B43F" w:rsidR="00282FC7" w:rsidRPr="00F91E0F" w:rsidRDefault="00282FC7" w:rsidP="00282FC7">
            <w:pPr>
              <w:pStyle w:val="ListParagraph"/>
              <w:numPr>
                <w:ilvl w:val="0"/>
                <w:numId w:val="5"/>
              </w:numPr>
              <w:rPr>
                <w:rFonts w:cs="Arial"/>
                <w:b/>
              </w:rPr>
            </w:pPr>
          </w:p>
        </w:tc>
        <w:tc>
          <w:tcPr>
            <w:tcW w:w="4680" w:type="dxa"/>
          </w:tcPr>
          <w:p w14:paraId="66273E70" w14:textId="5A177FF9" w:rsidR="00282FC7" w:rsidRPr="00290F2E" w:rsidRDefault="00282FC7" w:rsidP="00282FC7">
            <w:pPr>
              <w:rPr>
                <w:rFonts w:cs="Arial"/>
              </w:rPr>
            </w:pPr>
            <w:r w:rsidRPr="00290F2E">
              <w:rPr>
                <w:rFonts w:cs="Arial"/>
              </w:rPr>
              <w:t xml:space="preserve">Is the document form standardized within your agency? </w:t>
            </w:r>
          </w:p>
          <w:p w14:paraId="7D0677D5" w14:textId="4CBE3A51" w:rsidR="00282FC7" w:rsidRPr="00290F2E" w:rsidRDefault="00282FC7" w:rsidP="00282FC7">
            <w:pPr>
              <w:rPr>
                <w:rFonts w:cs="Arial"/>
              </w:rPr>
            </w:pPr>
          </w:p>
        </w:tc>
        <w:tc>
          <w:tcPr>
            <w:tcW w:w="5575" w:type="dxa"/>
          </w:tcPr>
          <w:p w14:paraId="0B1AA6F2" w14:textId="4C3BA46D" w:rsidR="00282FC7" w:rsidRDefault="00391171" w:rsidP="00282FC7">
            <w:pPr>
              <w:rPr>
                <w:rFonts w:cs="Arial"/>
              </w:rPr>
            </w:pPr>
            <w:sdt>
              <w:sdtPr>
                <w:rPr>
                  <w:rFonts w:cs="Arial"/>
                </w:rPr>
                <w:id w:val="364412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FC7" w:rsidRPr="00290F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82FC7" w:rsidRPr="00290F2E">
              <w:rPr>
                <w:rFonts w:cs="Arial"/>
              </w:rPr>
              <w:t xml:space="preserve"> Yes </w:t>
            </w:r>
            <w:r w:rsidR="00282FC7">
              <w:rPr>
                <w:rFonts w:cs="Arial"/>
              </w:rPr>
              <w:t xml:space="preserve"> </w:t>
            </w:r>
            <w:r w:rsidR="00282FC7" w:rsidRPr="00290F2E"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-991713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AA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82FC7" w:rsidRPr="00290F2E">
              <w:rPr>
                <w:rFonts w:cs="Arial"/>
              </w:rPr>
              <w:t xml:space="preserve"> No</w:t>
            </w:r>
            <w:r w:rsidR="00282FC7">
              <w:rPr>
                <w:rFonts w:cs="Arial"/>
              </w:rPr>
              <w:t xml:space="preserve">   </w:t>
            </w:r>
            <w:sdt>
              <w:sdtPr>
                <w:rPr>
                  <w:rFonts w:cs="Arial"/>
                </w:rPr>
                <w:id w:val="-1088150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FC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82FC7">
              <w:rPr>
                <w:rFonts w:cs="Arial"/>
              </w:rPr>
              <w:t xml:space="preserve"> Other</w:t>
            </w:r>
          </w:p>
          <w:p w14:paraId="188353C7" w14:textId="77777777" w:rsidR="00041493" w:rsidRDefault="00041493" w:rsidP="00282FC7">
            <w:pPr>
              <w:rPr>
                <w:rFonts w:cs="Arial"/>
              </w:rPr>
            </w:pPr>
          </w:p>
          <w:p w14:paraId="5C38FF45" w14:textId="2CC0899C" w:rsidR="00041493" w:rsidRDefault="00041493" w:rsidP="00282FC7">
            <w:pPr>
              <w:rPr>
                <w:rFonts w:cs="Arial"/>
              </w:rPr>
            </w:pPr>
            <w:r>
              <w:rPr>
                <w:rFonts w:cs="Arial"/>
              </w:rPr>
              <w:t>If Other, please explain.</w:t>
            </w:r>
            <w:r w:rsidR="00AA1DBF">
              <w:rPr>
                <w:rFonts w:cs="Arial"/>
              </w:rPr>
              <w:t xml:space="preserve">  </w:t>
            </w:r>
            <w:r>
              <w:rPr>
                <w:rFonts w:cs="Arial"/>
              </w:rPr>
              <w:t xml:space="preserve"> </w:t>
            </w:r>
            <w:r w:rsidR="0060320D">
              <w:rPr>
                <w:rFonts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6" w:name="Text17"/>
            <w:r w:rsidR="0060320D">
              <w:rPr>
                <w:rFonts w:cs="Arial"/>
              </w:rPr>
              <w:instrText xml:space="preserve"> FORMTEXT </w:instrText>
            </w:r>
            <w:r w:rsidR="0060320D">
              <w:rPr>
                <w:rFonts w:cs="Arial"/>
              </w:rPr>
            </w:r>
            <w:r w:rsidR="0060320D">
              <w:rPr>
                <w:rFonts w:cs="Arial"/>
              </w:rPr>
              <w:fldChar w:fldCharType="separate"/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  <w:noProof/>
              </w:rPr>
              <w:t> </w:t>
            </w:r>
            <w:r w:rsidR="0060320D">
              <w:rPr>
                <w:rFonts w:cs="Arial"/>
              </w:rPr>
              <w:fldChar w:fldCharType="end"/>
            </w:r>
            <w:bookmarkEnd w:id="16"/>
          </w:p>
          <w:p w14:paraId="1CECFC7A" w14:textId="0131C62C" w:rsidR="00041493" w:rsidRPr="00290F2E" w:rsidRDefault="00041493" w:rsidP="00282FC7">
            <w:pPr>
              <w:rPr>
                <w:rFonts w:cs="Arial"/>
              </w:rPr>
            </w:pPr>
          </w:p>
        </w:tc>
      </w:tr>
    </w:tbl>
    <w:p w14:paraId="4ACDCDB0" w14:textId="77777777" w:rsidR="00A714B6" w:rsidRPr="000B23D4" w:rsidRDefault="00A714B6" w:rsidP="00BF3BFD">
      <w:pPr>
        <w:rPr>
          <w:rFonts w:cs="Arial"/>
        </w:rPr>
      </w:pPr>
    </w:p>
    <w:p w14:paraId="3CB61AE9" w14:textId="77777777" w:rsidR="00FB639C" w:rsidRPr="005974AC" w:rsidRDefault="00FB639C" w:rsidP="00FB639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Form continued on next page.</w:t>
      </w:r>
    </w:p>
    <w:p w14:paraId="4ACDCDB1" w14:textId="77777777" w:rsidR="00A714B6" w:rsidRPr="000B23D4" w:rsidRDefault="00A714B6" w:rsidP="00BF3BFD">
      <w:pPr>
        <w:rPr>
          <w:rFonts w:cs="Arial"/>
        </w:rPr>
      </w:pPr>
      <w:bookmarkStart w:id="17" w:name="_GoBack"/>
      <w:bookmarkEnd w:id="17"/>
    </w:p>
    <w:p w14:paraId="4ACDCDB2" w14:textId="77777777" w:rsidR="00A714B6" w:rsidRPr="000B23D4" w:rsidRDefault="00A714B6" w:rsidP="00BF3BFD">
      <w:pPr>
        <w:rPr>
          <w:rFonts w:cs="Arial"/>
        </w:rPr>
      </w:pPr>
    </w:p>
    <w:p w14:paraId="00F11B6F" w14:textId="77777777" w:rsidR="00FB639C" w:rsidRDefault="00FB639C">
      <w:pPr>
        <w:spacing w:after="160" w:line="259" w:lineRule="auto"/>
        <w:rPr>
          <w:rFonts w:cs="Arial"/>
          <w:b/>
        </w:rPr>
      </w:pPr>
      <w:r>
        <w:rPr>
          <w:rFonts w:cs="Arial"/>
          <w:b/>
        </w:rPr>
        <w:br w:type="page"/>
      </w:r>
    </w:p>
    <w:p w14:paraId="4ACDCDB3" w14:textId="56B88C74" w:rsidR="00BF3BFD" w:rsidRPr="000B23D4" w:rsidRDefault="008924D4" w:rsidP="00BF3BFD">
      <w:pPr>
        <w:rPr>
          <w:rFonts w:cs="Arial"/>
          <w:b/>
        </w:rPr>
      </w:pPr>
      <w:r w:rsidRPr="000B23D4">
        <w:rPr>
          <w:rFonts w:cs="Arial"/>
          <w:b/>
        </w:rPr>
        <w:lastRenderedPageBreak/>
        <w:t>How to Submit this Form:</w:t>
      </w:r>
    </w:p>
    <w:p w14:paraId="4ACDCDB4" w14:textId="77777777" w:rsidR="008924D4" w:rsidRPr="000B23D4" w:rsidRDefault="008924D4" w:rsidP="00BF3BFD">
      <w:pPr>
        <w:rPr>
          <w:rFonts w:cs="Arial"/>
        </w:rPr>
      </w:pPr>
    </w:p>
    <w:p w14:paraId="780BE128" w14:textId="77777777" w:rsidR="00864D74" w:rsidRPr="000B23D4" w:rsidRDefault="00864D74" w:rsidP="00864D74">
      <w:pPr>
        <w:rPr>
          <w:rFonts w:cs="Arial"/>
        </w:rPr>
      </w:pPr>
    </w:p>
    <w:p w14:paraId="7AC9B48A" w14:textId="77777777" w:rsidR="00864D74" w:rsidRDefault="00864D74" w:rsidP="00864D74">
      <w:pPr>
        <w:pStyle w:val="ListParagraph"/>
        <w:numPr>
          <w:ilvl w:val="0"/>
          <w:numId w:val="6"/>
        </w:numPr>
        <w:rPr>
          <w:rFonts w:cs="Arial"/>
        </w:rPr>
      </w:pPr>
      <w:r>
        <w:rPr>
          <w:rFonts w:cs="Arial"/>
        </w:rPr>
        <w:t>Complete and save this form as a PDF to your computer</w:t>
      </w:r>
      <w:r w:rsidRPr="00A41DFD">
        <w:rPr>
          <w:rFonts w:cs="Arial"/>
        </w:rPr>
        <w:t>.</w:t>
      </w:r>
      <w:r>
        <w:rPr>
          <w:rFonts w:cs="Arial"/>
        </w:rPr>
        <w:br/>
      </w:r>
    </w:p>
    <w:p w14:paraId="271FF976" w14:textId="77777777" w:rsidR="00864D74" w:rsidRPr="001F0B96" w:rsidRDefault="00864D74" w:rsidP="00864D74">
      <w:pPr>
        <w:pStyle w:val="ListParagraph"/>
        <w:numPr>
          <w:ilvl w:val="0"/>
          <w:numId w:val="6"/>
        </w:numPr>
        <w:rPr>
          <w:rFonts w:cs="Arial"/>
        </w:rPr>
      </w:pPr>
      <w:r>
        <w:rPr>
          <w:rFonts w:cs="Arial"/>
        </w:rPr>
        <w:t>Prepare an email with the Subject of “Request for document integration”, and include these two items:</w:t>
      </w:r>
      <w:r w:rsidRPr="00A41DFD">
        <w:rPr>
          <w:rFonts w:cs="Arial"/>
        </w:rPr>
        <w:br/>
      </w:r>
    </w:p>
    <w:p w14:paraId="10B1E9EE" w14:textId="77777777" w:rsidR="00864D74" w:rsidRDefault="00864D74" w:rsidP="00864D74">
      <w:pPr>
        <w:pStyle w:val="ListParagraph"/>
        <w:numPr>
          <w:ilvl w:val="1"/>
          <w:numId w:val="6"/>
        </w:numPr>
        <w:rPr>
          <w:rFonts w:cs="Arial"/>
        </w:rPr>
      </w:pPr>
      <w:r>
        <w:rPr>
          <w:rFonts w:cs="Arial"/>
        </w:rPr>
        <w:t>This completed form attached as a PDF file.</w:t>
      </w:r>
      <w:r>
        <w:rPr>
          <w:rFonts w:cs="Arial"/>
        </w:rPr>
        <w:br/>
      </w:r>
      <w:r>
        <w:rPr>
          <w:rFonts w:cs="Arial"/>
        </w:rPr>
        <w:br/>
      </w:r>
      <w:r w:rsidRPr="001F0B96">
        <w:rPr>
          <w:rFonts w:cs="Arial"/>
        </w:rPr>
        <w:t>AND</w:t>
      </w:r>
      <w:r w:rsidRPr="001F0B96">
        <w:rPr>
          <w:rFonts w:cs="Arial"/>
        </w:rPr>
        <w:br/>
      </w:r>
    </w:p>
    <w:p w14:paraId="1467FC92" w14:textId="77777777" w:rsidR="00864D74" w:rsidRDefault="00864D74" w:rsidP="00864D74">
      <w:pPr>
        <w:pStyle w:val="ListParagraph"/>
        <w:numPr>
          <w:ilvl w:val="1"/>
          <w:numId w:val="6"/>
        </w:numPr>
        <w:rPr>
          <w:rFonts w:cs="Arial"/>
        </w:rPr>
      </w:pPr>
      <w:r>
        <w:rPr>
          <w:rFonts w:cs="Arial"/>
        </w:rPr>
        <w:t>One of the following:</w:t>
      </w:r>
      <w:r>
        <w:rPr>
          <w:rFonts w:cs="Arial"/>
        </w:rPr>
        <w:br/>
      </w:r>
    </w:p>
    <w:p w14:paraId="74512DD9" w14:textId="77777777" w:rsidR="00864D74" w:rsidRDefault="00864D74" w:rsidP="00864D74">
      <w:pPr>
        <w:pStyle w:val="ListParagraph"/>
        <w:numPr>
          <w:ilvl w:val="2"/>
          <w:numId w:val="6"/>
        </w:numPr>
        <w:rPr>
          <w:rFonts w:cs="Arial"/>
        </w:rPr>
      </w:pPr>
      <w:r>
        <w:rPr>
          <w:rFonts w:cs="Arial"/>
        </w:rPr>
        <w:t>A blank sample of the requested document attached.</w:t>
      </w:r>
      <w:r>
        <w:rPr>
          <w:rFonts w:cs="Arial"/>
        </w:rPr>
        <w:br/>
      </w:r>
    </w:p>
    <w:p w14:paraId="6958E29A" w14:textId="77777777" w:rsidR="00864D74" w:rsidRPr="001F0B96" w:rsidRDefault="00864D74" w:rsidP="00864D74">
      <w:pPr>
        <w:ind w:left="1980" w:firstLine="180"/>
        <w:rPr>
          <w:rFonts w:cs="Arial"/>
        </w:rPr>
      </w:pPr>
      <w:r w:rsidRPr="001F0B96">
        <w:rPr>
          <w:rFonts w:cs="Arial"/>
        </w:rPr>
        <w:t>OR</w:t>
      </w:r>
      <w:r w:rsidRPr="001F0B96">
        <w:rPr>
          <w:rFonts w:cs="Arial"/>
        </w:rPr>
        <w:br/>
      </w:r>
    </w:p>
    <w:p w14:paraId="11FA290E" w14:textId="77777777" w:rsidR="00864D74" w:rsidRDefault="00864D74" w:rsidP="00864D74">
      <w:pPr>
        <w:pStyle w:val="ListParagraph"/>
        <w:numPr>
          <w:ilvl w:val="2"/>
          <w:numId w:val="6"/>
        </w:numPr>
        <w:rPr>
          <w:rFonts w:cs="Arial"/>
        </w:rPr>
      </w:pPr>
      <w:r>
        <w:rPr>
          <w:rFonts w:cs="Arial"/>
        </w:rPr>
        <w:t xml:space="preserve">A MNCIS Case Number and Filing Date for the requested document (if you are unable </w:t>
      </w:r>
      <w:r>
        <w:rPr>
          <w:rFonts w:cs="Arial"/>
        </w:rPr>
        <w:br/>
        <w:t>to procure a blank sample).</w:t>
      </w:r>
      <w:r>
        <w:rPr>
          <w:rFonts w:cs="Arial"/>
        </w:rPr>
        <w:br/>
      </w:r>
    </w:p>
    <w:p w14:paraId="4505C245" w14:textId="77777777" w:rsidR="00864D74" w:rsidRPr="001F0B96" w:rsidRDefault="00864D74" w:rsidP="00864D74">
      <w:pPr>
        <w:pStyle w:val="ListParagraph"/>
        <w:numPr>
          <w:ilvl w:val="0"/>
          <w:numId w:val="6"/>
        </w:numPr>
        <w:rPr>
          <w:rFonts w:cs="Arial"/>
        </w:rPr>
      </w:pPr>
      <w:r>
        <w:rPr>
          <w:rFonts w:cs="Arial"/>
        </w:rPr>
        <w:t xml:space="preserve">Send the email to </w:t>
      </w:r>
      <w:hyperlink r:id="rId13" w:history="1">
        <w:r w:rsidRPr="004755E5">
          <w:rPr>
            <w:rStyle w:val="Hyperlink"/>
            <w:rFonts w:cs="Arial"/>
          </w:rPr>
          <w:t>ITDServiceDesk@courts.state.mn.us</w:t>
        </w:r>
      </w:hyperlink>
      <w:r>
        <w:rPr>
          <w:rFonts w:cs="Arial"/>
        </w:rPr>
        <w:t>. Your request will be reviewed.</w:t>
      </w:r>
    </w:p>
    <w:p w14:paraId="08FAB626" w14:textId="77777777" w:rsidR="00864D74" w:rsidRPr="008924D4" w:rsidRDefault="00864D74" w:rsidP="00864D74">
      <w:pPr>
        <w:rPr>
          <w:rFonts w:ascii="Tahoma" w:hAnsi="Tahoma" w:cs="Tahoma"/>
        </w:rPr>
      </w:pPr>
    </w:p>
    <w:p w14:paraId="70150B75" w14:textId="77777777" w:rsidR="00A41DFD" w:rsidRPr="00A41DFD" w:rsidRDefault="00A41DFD" w:rsidP="00A41DFD">
      <w:pPr>
        <w:rPr>
          <w:rFonts w:cs="Arial"/>
        </w:rPr>
      </w:pPr>
    </w:p>
    <w:sectPr w:rsidR="00A41DFD" w:rsidRPr="00A41DFD" w:rsidSect="00E117EE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4D2D7" w14:textId="77777777" w:rsidR="00391171" w:rsidRDefault="00391171" w:rsidP="00B26D87">
      <w:r>
        <w:separator/>
      </w:r>
    </w:p>
  </w:endnote>
  <w:endnote w:type="continuationSeparator" w:id="0">
    <w:p w14:paraId="71032487" w14:textId="77777777" w:rsidR="00391171" w:rsidRDefault="00391171" w:rsidP="00B2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123881886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1B8D7C" w14:textId="604F7F97" w:rsidR="00A94C7C" w:rsidRPr="00A94C7C" w:rsidRDefault="00A94C7C" w:rsidP="00A94C7C">
            <w:pPr>
              <w:pStyle w:val="Footer"/>
              <w:tabs>
                <w:tab w:val="clear" w:pos="9360"/>
                <w:tab w:val="right" w:pos="10350"/>
              </w:tabs>
              <w:rPr>
                <w:sz w:val="18"/>
                <w:szCs w:val="18"/>
              </w:rPr>
            </w:pPr>
            <w:r w:rsidRPr="00282296">
              <w:rPr>
                <w:sz w:val="17"/>
                <w:szCs w:val="17"/>
              </w:rPr>
              <w:t>Request for Document Integration</w:t>
            </w:r>
            <w:r w:rsidR="00D116EE">
              <w:rPr>
                <w:sz w:val="17"/>
                <w:szCs w:val="17"/>
              </w:rPr>
              <w:t xml:space="preserve"> f</w:t>
            </w:r>
            <w:r w:rsidR="00282296" w:rsidRPr="00282296">
              <w:rPr>
                <w:sz w:val="17"/>
                <w:szCs w:val="17"/>
              </w:rPr>
              <w:t>rom</w:t>
            </w:r>
            <w:r w:rsidR="00B97452">
              <w:rPr>
                <w:sz w:val="17"/>
                <w:szCs w:val="17"/>
              </w:rPr>
              <w:t xml:space="preserve"> Agency to</w:t>
            </w:r>
            <w:r w:rsidR="00282296" w:rsidRPr="00282296">
              <w:rPr>
                <w:sz w:val="17"/>
                <w:szCs w:val="17"/>
              </w:rPr>
              <w:t xml:space="preserve"> </w:t>
            </w:r>
            <w:r w:rsidR="00B97452">
              <w:rPr>
                <w:sz w:val="17"/>
                <w:szCs w:val="17"/>
              </w:rPr>
              <w:t xml:space="preserve">District Court (MNCIS) </w:t>
            </w:r>
            <w:r w:rsidR="002B1E78">
              <w:rPr>
                <w:sz w:val="17"/>
                <w:szCs w:val="17"/>
              </w:rPr>
              <w:t>– Revised January 4, 2017</w:t>
            </w:r>
            <w:r w:rsidR="00C3020F" w:rsidRPr="00282296">
              <w:rPr>
                <w:sz w:val="17"/>
                <w:szCs w:val="17"/>
              </w:rPr>
              <w:t xml:space="preserve"> (ITD_SP_1192)</w:t>
            </w:r>
            <w:r w:rsidRPr="00282296">
              <w:rPr>
                <w:sz w:val="17"/>
                <w:szCs w:val="17"/>
              </w:rPr>
              <w:tab/>
              <w:t xml:space="preserve">Page </w:t>
            </w:r>
            <w:r w:rsidRPr="00282296">
              <w:rPr>
                <w:bCs/>
                <w:sz w:val="17"/>
                <w:szCs w:val="17"/>
              </w:rPr>
              <w:fldChar w:fldCharType="begin"/>
            </w:r>
            <w:r w:rsidRPr="00282296">
              <w:rPr>
                <w:bCs/>
                <w:sz w:val="17"/>
                <w:szCs w:val="17"/>
              </w:rPr>
              <w:instrText xml:space="preserve"> PAGE </w:instrText>
            </w:r>
            <w:r w:rsidRPr="00282296">
              <w:rPr>
                <w:bCs/>
                <w:sz w:val="17"/>
                <w:szCs w:val="17"/>
              </w:rPr>
              <w:fldChar w:fldCharType="separate"/>
            </w:r>
            <w:r w:rsidR="00FB639C">
              <w:rPr>
                <w:bCs/>
                <w:noProof/>
                <w:sz w:val="17"/>
                <w:szCs w:val="17"/>
              </w:rPr>
              <w:t>2</w:t>
            </w:r>
            <w:r w:rsidRPr="00282296">
              <w:rPr>
                <w:bCs/>
                <w:sz w:val="17"/>
                <w:szCs w:val="17"/>
              </w:rPr>
              <w:fldChar w:fldCharType="end"/>
            </w:r>
            <w:r w:rsidRPr="00282296">
              <w:rPr>
                <w:sz w:val="17"/>
                <w:szCs w:val="17"/>
              </w:rPr>
              <w:t xml:space="preserve"> of </w:t>
            </w:r>
            <w:r w:rsidRPr="00282296">
              <w:rPr>
                <w:bCs/>
                <w:sz w:val="17"/>
                <w:szCs w:val="17"/>
              </w:rPr>
              <w:fldChar w:fldCharType="begin"/>
            </w:r>
            <w:r w:rsidRPr="00282296">
              <w:rPr>
                <w:bCs/>
                <w:sz w:val="17"/>
                <w:szCs w:val="17"/>
              </w:rPr>
              <w:instrText xml:space="preserve"> NUMPAGES  </w:instrText>
            </w:r>
            <w:r w:rsidRPr="00282296">
              <w:rPr>
                <w:bCs/>
                <w:sz w:val="17"/>
                <w:szCs w:val="17"/>
              </w:rPr>
              <w:fldChar w:fldCharType="separate"/>
            </w:r>
            <w:r w:rsidR="00FB639C">
              <w:rPr>
                <w:bCs/>
                <w:noProof/>
                <w:sz w:val="17"/>
                <w:szCs w:val="17"/>
              </w:rPr>
              <w:t>3</w:t>
            </w:r>
            <w:r w:rsidRPr="00282296">
              <w:rPr>
                <w:bCs/>
                <w:sz w:val="17"/>
                <w:szCs w:val="17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C5480F" w14:textId="77777777" w:rsidR="00391171" w:rsidRDefault="00391171" w:rsidP="00B26D87">
      <w:r>
        <w:separator/>
      </w:r>
    </w:p>
  </w:footnote>
  <w:footnote w:type="continuationSeparator" w:id="0">
    <w:p w14:paraId="2B7FEF41" w14:textId="77777777" w:rsidR="00391171" w:rsidRDefault="00391171" w:rsidP="00B26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70C2D"/>
    <w:multiLevelType w:val="hybridMultilevel"/>
    <w:tmpl w:val="5E2E9E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F4279"/>
    <w:multiLevelType w:val="hybridMultilevel"/>
    <w:tmpl w:val="A54E45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57D5B"/>
    <w:multiLevelType w:val="hybridMultilevel"/>
    <w:tmpl w:val="79E6FD8A"/>
    <w:lvl w:ilvl="0" w:tplc="3F2CE492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626F41"/>
    <w:multiLevelType w:val="hybridMultilevel"/>
    <w:tmpl w:val="874CF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942F7"/>
    <w:multiLevelType w:val="hybridMultilevel"/>
    <w:tmpl w:val="7E8E7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6E0CBF"/>
    <w:multiLevelType w:val="hybridMultilevel"/>
    <w:tmpl w:val="4FCA4C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BFD"/>
    <w:rsid w:val="00010ED4"/>
    <w:rsid w:val="00041493"/>
    <w:rsid w:val="00047F73"/>
    <w:rsid w:val="000B23D4"/>
    <w:rsid w:val="000F563F"/>
    <w:rsid w:val="00100AA9"/>
    <w:rsid w:val="001202E2"/>
    <w:rsid w:val="00121B03"/>
    <w:rsid w:val="0012450B"/>
    <w:rsid w:val="001273CC"/>
    <w:rsid w:val="0014094C"/>
    <w:rsid w:val="0018289D"/>
    <w:rsid w:val="00194F02"/>
    <w:rsid w:val="001F0B96"/>
    <w:rsid w:val="00246116"/>
    <w:rsid w:val="002602B0"/>
    <w:rsid w:val="00266268"/>
    <w:rsid w:val="00282296"/>
    <w:rsid w:val="00282D1F"/>
    <w:rsid w:val="00282FC7"/>
    <w:rsid w:val="00290F2E"/>
    <w:rsid w:val="002B1E78"/>
    <w:rsid w:val="002D63C8"/>
    <w:rsid w:val="00300619"/>
    <w:rsid w:val="00311DCA"/>
    <w:rsid w:val="003226BC"/>
    <w:rsid w:val="00391171"/>
    <w:rsid w:val="003A1661"/>
    <w:rsid w:val="003C3EC0"/>
    <w:rsid w:val="003F180A"/>
    <w:rsid w:val="0044255C"/>
    <w:rsid w:val="004640C8"/>
    <w:rsid w:val="004E0C69"/>
    <w:rsid w:val="00503517"/>
    <w:rsid w:val="00520CE6"/>
    <w:rsid w:val="005258C1"/>
    <w:rsid w:val="0054381B"/>
    <w:rsid w:val="00581765"/>
    <w:rsid w:val="005974AC"/>
    <w:rsid w:val="005B5270"/>
    <w:rsid w:val="005D5296"/>
    <w:rsid w:val="005E2E85"/>
    <w:rsid w:val="005F36A8"/>
    <w:rsid w:val="00601F8E"/>
    <w:rsid w:val="0060320D"/>
    <w:rsid w:val="00671061"/>
    <w:rsid w:val="00673CA1"/>
    <w:rsid w:val="0068636E"/>
    <w:rsid w:val="006C623E"/>
    <w:rsid w:val="006D5CF9"/>
    <w:rsid w:val="006F561A"/>
    <w:rsid w:val="00713E31"/>
    <w:rsid w:val="00733CCE"/>
    <w:rsid w:val="0077719E"/>
    <w:rsid w:val="00785949"/>
    <w:rsid w:val="007D355C"/>
    <w:rsid w:val="007E3B22"/>
    <w:rsid w:val="00811509"/>
    <w:rsid w:val="0084317B"/>
    <w:rsid w:val="00864D74"/>
    <w:rsid w:val="0089218B"/>
    <w:rsid w:val="008924D4"/>
    <w:rsid w:val="00897FD9"/>
    <w:rsid w:val="008B61D9"/>
    <w:rsid w:val="008F0823"/>
    <w:rsid w:val="008F0C16"/>
    <w:rsid w:val="009C4970"/>
    <w:rsid w:val="009D43BA"/>
    <w:rsid w:val="009F55D3"/>
    <w:rsid w:val="00A41DFD"/>
    <w:rsid w:val="00A6239F"/>
    <w:rsid w:val="00A6267B"/>
    <w:rsid w:val="00A714B6"/>
    <w:rsid w:val="00A7412F"/>
    <w:rsid w:val="00A76A0A"/>
    <w:rsid w:val="00A81FDA"/>
    <w:rsid w:val="00A83325"/>
    <w:rsid w:val="00A94C7C"/>
    <w:rsid w:val="00AA1DBF"/>
    <w:rsid w:val="00AB0A3F"/>
    <w:rsid w:val="00AD2DF7"/>
    <w:rsid w:val="00B028E5"/>
    <w:rsid w:val="00B05632"/>
    <w:rsid w:val="00B21D30"/>
    <w:rsid w:val="00B26D87"/>
    <w:rsid w:val="00B35F73"/>
    <w:rsid w:val="00B97452"/>
    <w:rsid w:val="00BA2B27"/>
    <w:rsid w:val="00BC59EF"/>
    <w:rsid w:val="00BE24B3"/>
    <w:rsid w:val="00BF3BFD"/>
    <w:rsid w:val="00C0164F"/>
    <w:rsid w:val="00C3020F"/>
    <w:rsid w:val="00C321E4"/>
    <w:rsid w:val="00C42210"/>
    <w:rsid w:val="00C43925"/>
    <w:rsid w:val="00C46800"/>
    <w:rsid w:val="00C81B5F"/>
    <w:rsid w:val="00C90739"/>
    <w:rsid w:val="00CA41CE"/>
    <w:rsid w:val="00CB7BE8"/>
    <w:rsid w:val="00CE0D61"/>
    <w:rsid w:val="00CF4936"/>
    <w:rsid w:val="00D116EE"/>
    <w:rsid w:val="00D234AA"/>
    <w:rsid w:val="00D259E7"/>
    <w:rsid w:val="00D274A6"/>
    <w:rsid w:val="00D318D4"/>
    <w:rsid w:val="00D71C24"/>
    <w:rsid w:val="00D76047"/>
    <w:rsid w:val="00D7687A"/>
    <w:rsid w:val="00D8389A"/>
    <w:rsid w:val="00DA2C3A"/>
    <w:rsid w:val="00DC0045"/>
    <w:rsid w:val="00DF48CF"/>
    <w:rsid w:val="00E02580"/>
    <w:rsid w:val="00E117EE"/>
    <w:rsid w:val="00E41FF2"/>
    <w:rsid w:val="00E855B3"/>
    <w:rsid w:val="00E86948"/>
    <w:rsid w:val="00E8711A"/>
    <w:rsid w:val="00E97318"/>
    <w:rsid w:val="00E97EE4"/>
    <w:rsid w:val="00EC448E"/>
    <w:rsid w:val="00F52A05"/>
    <w:rsid w:val="00F91E0F"/>
    <w:rsid w:val="00FB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CDCD62"/>
  <w15:chartTrackingRefBased/>
  <w15:docId w15:val="{ACC02D49-B8BE-4232-BDE4-7C59EF035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BFD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BFD"/>
    <w:pPr>
      <w:ind w:left="720"/>
      <w:contextualSpacing/>
    </w:pPr>
  </w:style>
  <w:style w:type="table" w:styleId="TableGrid">
    <w:name w:val="Table Grid"/>
    <w:basedOn w:val="TableNormal"/>
    <w:uiPriority w:val="39"/>
    <w:rsid w:val="00A71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8924D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26D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D87"/>
    <w:rPr>
      <w:rFonts w:ascii="Arial" w:eastAsia="Times New Roman" w:hAnsi="Arial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B26D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D87"/>
    <w:rPr>
      <w:rFonts w:ascii="Arial" w:eastAsia="Times New Roman" w:hAnsi="Arial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17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7EE"/>
    <w:rPr>
      <w:rFonts w:ascii="Segoe UI" w:eastAsia="Times New Roman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859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TDServiceDesk@courts.state.mn.us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76597AF6B8241EDB8A5F3D326C1FD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503B8B-B6E2-4638-BB5E-FBB82440E9C5}"/>
      </w:docPartPr>
      <w:docPartBody>
        <w:p w:rsidR="00EE0888" w:rsidRDefault="00EB4C0E" w:rsidP="00EB4C0E">
          <w:pPr>
            <w:pStyle w:val="476597AF6B8241EDB8A5F3D326C1FD262"/>
          </w:pPr>
          <w:r w:rsidRPr="007634BF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1AD560-1FD6-4DF6-9B24-6AD86D8E590E}"/>
      </w:docPartPr>
      <w:docPartBody>
        <w:p w:rsidR="00A258D1" w:rsidRDefault="00EB4C0E">
          <w:r w:rsidRPr="003058F7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7D0"/>
    <w:rsid w:val="002711CA"/>
    <w:rsid w:val="0032709E"/>
    <w:rsid w:val="003317D0"/>
    <w:rsid w:val="00361EC5"/>
    <w:rsid w:val="007252F3"/>
    <w:rsid w:val="009C4B35"/>
    <w:rsid w:val="00A258D1"/>
    <w:rsid w:val="00EB4C0E"/>
    <w:rsid w:val="00EE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4C0E"/>
    <w:rPr>
      <w:color w:val="808080"/>
    </w:rPr>
  </w:style>
  <w:style w:type="paragraph" w:customStyle="1" w:styleId="DD964E911F504FDFA478DC40F10215FA">
    <w:name w:val="DD964E911F504FDFA478DC40F10215FA"/>
    <w:rsid w:val="003317D0"/>
  </w:style>
  <w:style w:type="paragraph" w:customStyle="1" w:styleId="A7FF0B83071046D39DB45BC8F185B816">
    <w:name w:val="A7FF0B83071046D39DB45BC8F185B816"/>
    <w:rsid w:val="003317D0"/>
  </w:style>
  <w:style w:type="paragraph" w:customStyle="1" w:styleId="456C1D4A82714E8AB17866ACFC887A62">
    <w:name w:val="456C1D4A82714E8AB17866ACFC887A62"/>
    <w:rsid w:val="003317D0"/>
  </w:style>
  <w:style w:type="paragraph" w:customStyle="1" w:styleId="825A9B051ABE490EB93D6D566807AB2C">
    <w:name w:val="825A9B051ABE490EB93D6D566807AB2C"/>
    <w:rsid w:val="003317D0"/>
  </w:style>
  <w:style w:type="paragraph" w:customStyle="1" w:styleId="BDBCC0C2B98441088528B54A84F7910A">
    <w:name w:val="BDBCC0C2B98441088528B54A84F7910A"/>
    <w:rsid w:val="003317D0"/>
  </w:style>
  <w:style w:type="paragraph" w:customStyle="1" w:styleId="CA75A2B92FD947D4BD67312AC9F1A76B">
    <w:name w:val="CA75A2B92FD947D4BD67312AC9F1A76B"/>
    <w:rsid w:val="003317D0"/>
  </w:style>
  <w:style w:type="paragraph" w:customStyle="1" w:styleId="C9DD7AB176F140FD84EE56DEC49DC0E8">
    <w:name w:val="C9DD7AB176F140FD84EE56DEC49DC0E8"/>
    <w:rsid w:val="003317D0"/>
  </w:style>
  <w:style w:type="paragraph" w:customStyle="1" w:styleId="A9F502ABB9DE43AB860839C3BD758B88">
    <w:name w:val="A9F502ABB9DE43AB860839C3BD758B88"/>
    <w:rsid w:val="003317D0"/>
  </w:style>
  <w:style w:type="paragraph" w:customStyle="1" w:styleId="9BF738829A0B40DDA9F099EB11122CAF">
    <w:name w:val="9BF738829A0B40DDA9F099EB11122CAF"/>
    <w:rsid w:val="003317D0"/>
  </w:style>
  <w:style w:type="paragraph" w:customStyle="1" w:styleId="245EEBEF275B49EC9AAE97273168145A">
    <w:name w:val="245EEBEF275B49EC9AAE97273168145A"/>
    <w:rsid w:val="003317D0"/>
  </w:style>
  <w:style w:type="paragraph" w:customStyle="1" w:styleId="55D9B267F9424B0EB329B25C5E3FE18A">
    <w:name w:val="55D9B267F9424B0EB329B25C5E3FE18A"/>
    <w:rsid w:val="003317D0"/>
  </w:style>
  <w:style w:type="paragraph" w:customStyle="1" w:styleId="6D546FDCF4FE4C5BA0F8955723F6940F">
    <w:name w:val="6D546FDCF4FE4C5BA0F8955723F6940F"/>
    <w:rsid w:val="003317D0"/>
  </w:style>
  <w:style w:type="paragraph" w:customStyle="1" w:styleId="451B3D036473486A90A37F4C66BC25FB">
    <w:name w:val="451B3D036473486A90A37F4C66BC25FB"/>
    <w:rsid w:val="003317D0"/>
  </w:style>
  <w:style w:type="paragraph" w:customStyle="1" w:styleId="57A3AC2AD57F44A3AF5C37414B3F4297">
    <w:name w:val="57A3AC2AD57F44A3AF5C37414B3F4297"/>
    <w:rsid w:val="003317D0"/>
  </w:style>
  <w:style w:type="paragraph" w:customStyle="1" w:styleId="F053F12E740D4F039585422F6B21FD3F">
    <w:name w:val="F053F12E740D4F039585422F6B21FD3F"/>
    <w:rsid w:val="003317D0"/>
  </w:style>
  <w:style w:type="paragraph" w:customStyle="1" w:styleId="A33CF302B6944D7EB5430B0838541CCC">
    <w:name w:val="A33CF302B6944D7EB5430B0838541CCC"/>
    <w:rsid w:val="003317D0"/>
  </w:style>
  <w:style w:type="paragraph" w:customStyle="1" w:styleId="6C925A8397864CB4996C803BA09C1441">
    <w:name w:val="6C925A8397864CB4996C803BA09C1441"/>
    <w:rsid w:val="003317D0"/>
  </w:style>
  <w:style w:type="paragraph" w:customStyle="1" w:styleId="63570FA6443741C69DEA86C34B91ADDE">
    <w:name w:val="63570FA6443741C69DEA86C34B91ADDE"/>
    <w:rsid w:val="003317D0"/>
  </w:style>
  <w:style w:type="paragraph" w:customStyle="1" w:styleId="BAB7534546C24F12AE0F95C50E71FE66">
    <w:name w:val="BAB7534546C24F12AE0F95C50E71FE66"/>
    <w:rsid w:val="003317D0"/>
  </w:style>
  <w:style w:type="paragraph" w:customStyle="1" w:styleId="20CB66C8A5BD40188B09DAF526B2724D">
    <w:name w:val="20CB66C8A5BD40188B09DAF526B2724D"/>
    <w:rsid w:val="003317D0"/>
  </w:style>
  <w:style w:type="paragraph" w:customStyle="1" w:styleId="BA3BBD0C440F4B979145AC56EC67AE54">
    <w:name w:val="BA3BBD0C440F4B979145AC56EC67AE54"/>
    <w:rsid w:val="003317D0"/>
  </w:style>
  <w:style w:type="paragraph" w:customStyle="1" w:styleId="455124D61C174C74808C74B07D0DC6BF">
    <w:name w:val="455124D61C174C74808C74B07D0DC6BF"/>
    <w:rsid w:val="003317D0"/>
  </w:style>
  <w:style w:type="paragraph" w:customStyle="1" w:styleId="E147285410984852A5A18E0318ADAED2">
    <w:name w:val="E147285410984852A5A18E0318ADAED2"/>
    <w:rsid w:val="003317D0"/>
  </w:style>
  <w:style w:type="paragraph" w:customStyle="1" w:styleId="D188B70F9FFC4161B742C02A61446F14">
    <w:name w:val="D188B70F9FFC4161B742C02A61446F14"/>
    <w:rsid w:val="003317D0"/>
  </w:style>
  <w:style w:type="paragraph" w:customStyle="1" w:styleId="62830E57A27147F6AF64197CA258C70E">
    <w:name w:val="62830E57A27147F6AF64197CA258C70E"/>
    <w:rsid w:val="003317D0"/>
  </w:style>
  <w:style w:type="paragraph" w:customStyle="1" w:styleId="5F0946C9451F4C85A650B3790655916C">
    <w:name w:val="5F0946C9451F4C85A650B3790655916C"/>
    <w:rsid w:val="003317D0"/>
  </w:style>
  <w:style w:type="paragraph" w:customStyle="1" w:styleId="C3487A7823C74D209F0FA84DF1F43D35">
    <w:name w:val="C3487A7823C74D209F0FA84DF1F43D35"/>
    <w:rsid w:val="003317D0"/>
  </w:style>
  <w:style w:type="paragraph" w:customStyle="1" w:styleId="2AD4B4356DAE444DB37D7FA632B43DD0">
    <w:name w:val="2AD4B4356DAE444DB37D7FA632B43DD0"/>
    <w:rsid w:val="003317D0"/>
  </w:style>
  <w:style w:type="paragraph" w:customStyle="1" w:styleId="C08519D616CD4D33AD536270A281CA53">
    <w:name w:val="C08519D616CD4D33AD536270A281CA53"/>
    <w:rsid w:val="003317D0"/>
  </w:style>
  <w:style w:type="paragraph" w:customStyle="1" w:styleId="DC77B84AD89A440781A829F71BA3E27C">
    <w:name w:val="DC77B84AD89A440781A829F71BA3E27C"/>
    <w:rsid w:val="003317D0"/>
  </w:style>
  <w:style w:type="paragraph" w:customStyle="1" w:styleId="96EF2EC3BC4C4DCCAB9947F61B3723C5">
    <w:name w:val="96EF2EC3BC4C4DCCAB9947F61B3723C5"/>
    <w:rsid w:val="003317D0"/>
  </w:style>
  <w:style w:type="paragraph" w:customStyle="1" w:styleId="D7D7E0C6296D4180B3622F4FA480F337">
    <w:name w:val="D7D7E0C6296D4180B3622F4FA480F337"/>
    <w:rsid w:val="003317D0"/>
  </w:style>
  <w:style w:type="paragraph" w:customStyle="1" w:styleId="0BD1D9DD6E4146698F8D4BD96CEC06A9">
    <w:name w:val="0BD1D9DD6E4146698F8D4BD96CEC06A9"/>
    <w:rsid w:val="003317D0"/>
  </w:style>
  <w:style w:type="paragraph" w:customStyle="1" w:styleId="EF0FECD16C10425CB996A8A3488EF135">
    <w:name w:val="EF0FECD16C10425CB996A8A3488EF135"/>
    <w:rsid w:val="003317D0"/>
  </w:style>
  <w:style w:type="paragraph" w:customStyle="1" w:styleId="C62CAC4E37714F12A2BE156E6022FC03">
    <w:name w:val="C62CAC4E37714F12A2BE156E6022FC03"/>
    <w:rsid w:val="003317D0"/>
  </w:style>
  <w:style w:type="paragraph" w:customStyle="1" w:styleId="E2A00DCF18954C92AEC791631C72129B">
    <w:name w:val="E2A00DCF18954C92AEC791631C72129B"/>
    <w:rsid w:val="003317D0"/>
  </w:style>
  <w:style w:type="paragraph" w:customStyle="1" w:styleId="847FAEEF61F04516A5DC42A5943B57B4">
    <w:name w:val="847FAEEF61F04516A5DC42A5943B57B4"/>
    <w:rsid w:val="003317D0"/>
  </w:style>
  <w:style w:type="paragraph" w:customStyle="1" w:styleId="3BC29BCA5DE04E06B35898DAD338EBFB">
    <w:name w:val="3BC29BCA5DE04E06B35898DAD338EBFB"/>
    <w:rsid w:val="003317D0"/>
  </w:style>
  <w:style w:type="paragraph" w:customStyle="1" w:styleId="A0ADFD8D1DD249F5B31AB188D3E35209">
    <w:name w:val="A0ADFD8D1DD249F5B31AB188D3E35209"/>
    <w:rsid w:val="003317D0"/>
  </w:style>
  <w:style w:type="paragraph" w:customStyle="1" w:styleId="EAA0D7F4C08040B3BDA1040EDEA1DCBC">
    <w:name w:val="EAA0D7F4C08040B3BDA1040EDEA1DCBC"/>
    <w:rsid w:val="003317D0"/>
  </w:style>
  <w:style w:type="paragraph" w:customStyle="1" w:styleId="9ED32DDA8C5B4A18B74347A254C32451">
    <w:name w:val="9ED32DDA8C5B4A18B74347A254C32451"/>
    <w:rsid w:val="003317D0"/>
  </w:style>
  <w:style w:type="paragraph" w:customStyle="1" w:styleId="392C6F0B3DC94D7B8AECE6DEA96E4C6F">
    <w:name w:val="392C6F0B3DC94D7B8AECE6DEA96E4C6F"/>
    <w:rsid w:val="003317D0"/>
  </w:style>
  <w:style w:type="paragraph" w:customStyle="1" w:styleId="39931F65B92E4C6C806A6B6D1E437F45">
    <w:name w:val="39931F65B92E4C6C806A6B6D1E437F45"/>
    <w:rsid w:val="003317D0"/>
  </w:style>
  <w:style w:type="paragraph" w:customStyle="1" w:styleId="FF2A8CF0317443159B47388826638857">
    <w:name w:val="FF2A8CF0317443159B47388826638857"/>
    <w:rsid w:val="003317D0"/>
  </w:style>
  <w:style w:type="paragraph" w:customStyle="1" w:styleId="0544904CE8E94EF89F8DAD813A2FEC3A">
    <w:name w:val="0544904CE8E94EF89F8DAD813A2FEC3A"/>
    <w:rsid w:val="003317D0"/>
  </w:style>
  <w:style w:type="paragraph" w:customStyle="1" w:styleId="7B4B2F9859634FC395530DF2895D6A80">
    <w:name w:val="7B4B2F9859634FC395530DF2895D6A80"/>
    <w:rsid w:val="003317D0"/>
  </w:style>
  <w:style w:type="paragraph" w:customStyle="1" w:styleId="07148CA4566A40779D952DE42FBB337E">
    <w:name w:val="07148CA4566A40779D952DE42FBB337E"/>
    <w:rsid w:val="003317D0"/>
  </w:style>
  <w:style w:type="paragraph" w:customStyle="1" w:styleId="CF4D06555B14485AA56C14E5B8D8FFDA">
    <w:name w:val="CF4D06555B14485AA56C14E5B8D8FFDA"/>
    <w:rsid w:val="003317D0"/>
  </w:style>
  <w:style w:type="paragraph" w:customStyle="1" w:styleId="278B855CEE9949E7AE9021470ACE935E">
    <w:name w:val="278B855CEE9949E7AE9021470ACE935E"/>
    <w:rsid w:val="003317D0"/>
  </w:style>
  <w:style w:type="paragraph" w:customStyle="1" w:styleId="99FC02E603584FA6AB5C903C4850C975">
    <w:name w:val="99FC02E603584FA6AB5C903C4850C975"/>
    <w:rsid w:val="003317D0"/>
  </w:style>
  <w:style w:type="paragraph" w:customStyle="1" w:styleId="46275BBEB1204B1CA4C5ED145988FF2A">
    <w:name w:val="46275BBEB1204B1CA4C5ED145988FF2A"/>
    <w:rsid w:val="003317D0"/>
  </w:style>
  <w:style w:type="paragraph" w:customStyle="1" w:styleId="CD51527E467E4E46A3B0AE45957CBF8A">
    <w:name w:val="CD51527E467E4E46A3B0AE45957CBF8A"/>
    <w:rsid w:val="003317D0"/>
  </w:style>
  <w:style w:type="paragraph" w:customStyle="1" w:styleId="22C2377A204C46CC8DCCEC8FF06C5058">
    <w:name w:val="22C2377A204C46CC8DCCEC8FF06C5058"/>
    <w:rsid w:val="003317D0"/>
  </w:style>
  <w:style w:type="paragraph" w:customStyle="1" w:styleId="66F93E19D4FF480892BA723AE1DFABA8">
    <w:name w:val="66F93E19D4FF480892BA723AE1DFABA8"/>
    <w:rsid w:val="003317D0"/>
  </w:style>
  <w:style w:type="paragraph" w:customStyle="1" w:styleId="A4F7DF4F0EF74D599F5C41DB3BC50F6B">
    <w:name w:val="A4F7DF4F0EF74D599F5C41DB3BC50F6B"/>
    <w:rsid w:val="003317D0"/>
  </w:style>
  <w:style w:type="paragraph" w:customStyle="1" w:styleId="F65FBF4CC70D4328A5D2919944737014">
    <w:name w:val="F65FBF4CC70D4328A5D2919944737014"/>
    <w:rsid w:val="003317D0"/>
  </w:style>
  <w:style w:type="paragraph" w:customStyle="1" w:styleId="6DECD1AB34424290880BC2C86A6A7E00">
    <w:name w:val="6DECD1AB34424290880BC2C86A6A7E00"/>
    <w:rsid w:val="003317D0"/>
  </w:style>
  <w:style w:type="paragraph" w:customStyle="1" w:styleId="8C6F830215DA404F815901E75302C61A">
    <w:name w:val="8C6F830215DA404F815901E75302C61A"/>
    <w:rsid w:val="003317D0"/>
  </w:style>
  <w:style w:type="paragraph" w:customStyle="1" w:styleId="4CDE2122BCAB437EBE9F31DFBA473A87">
    <w:name w:val="4CDE2122BCAB437EBE9F31DFBA473A87"/>
    <w:rsid w:val="003317D0"/>
  </w:style>
  <w:style w:type="paragraph" w:customStyle="1" w:styleId="2532180DF4594F588711CC2AC8414F52">
    <w:name w:val="2532180DF4594F588711CC2AC8414F52"/>
    <w:rsid w:val="003317D0"/>
  </w:style>
  <w:style w:type="paragraph" w:customStyle="1" w:styleId="8B2BC1B7A8FE4828818C7259AD00C087">
    <w:name w:val="8B2BC1B7A8FE4828818C7259AD00C087"/>
    <w:rsid w:val="003317D0"/>
  </w:style>
  <w:style w:type="paragraph" w:customStyle="1" w:styleId="9F36060659474FD0A5FAC768FE477255">
    <w:name w:val="9F36060659474FD0A5FAC768FE477255"/>
    <w:rsid w:val="003317D0"/>
  </w:style>
  <w:style w:type="paragraph" w:customStyle="1" w:styleId="8DF9855535F34DD0B4BE1C679FC157E7">
    <w:name w:val="8DF9855535F34DD0B4BE1C679FC157E7"/>
    <w:rsid w:val="003317D0"/>
  </w:style>
  <w:style w:type="paragraph" w:customStyle="1" w:styleId="D2309B00167E430CA5DD5C1DE299808B">
    <w:name w:val="D2309B00167E430CA5DD5C1DE299808B"/>
    <w:rsid w:val="003317D0"/>
  </w:style>
  <w:style w:type="paragraph" w:customStyle="1" w:styleId="1B435E2BD4AC406584206F4786A0AB65">
    <w:name w:val="1B435E2BD4AC406584206F4786A0AB65"/>
    <w:rsid w:val="003317D0"/>
  </w:style>
  <w:style w:type="paragraph" w:customStyle="1" w:styleId="41826CAEB76D402B8F035519028FF586">
    <w:name w:val="41826CAEB76D402B8F035519028FF586"/>
    <w:rsid w:val="003317D0"/>
  </w:style>
  <w:style w:type="paragraph" w:customStyle="1" w:styleId="4994A52BAE2546E8A2A10268D9F26DC0">
    <w:name w:val="4994A52BAE2546E8A2A10268D9F26DC0"/>
    <w:rsid w:val="003317D0"/>
  </w:style>
  <w:style w:type="paragraph" w:customStyle="1" w:styleId="BA59A1A8B9394FF5A6DF4C07365C7235">
    <w:name w:val="BA59A1A8B9394FF5A6DF4C07365C7235"/>
    <w:rsid w:val="003317D0"/>
  </w:style>
  <w:style w:type="paragraph" w:customStyle="1" w:styleId="52EAA3A0670D4BFF815EA87FABDDA2C7">
    <w:name w:val="52EAA3A0670D4BFF815EA87FABDDA2C7"/>
    <w:rsid w:val="003317D0"/>
  </w:style>
  <w:style w:type="paragraph" w:customStyle="1" w:styleId="FB5D734CD3634CB1A9B72E6046AF98CD">
    <w:name w:val="FB5D734CD3634CB1A9B72E6046AF98CD"/>
    <w:rsid w:val="003317D0"/>
  </w:style>
  <w:style w:type="paragraph" w:customStyle="1" w:styleId="BDC8D21AD2DA47F6B2C689ADD327269F">
    <w:name w:val="BDC8D21AD2DA47F6B2C689ADD327269F"/>
    <w:rsid w:val="003317D0"/>
  </w:style>
  <w:style w:type="paragraph" w:customStyle="1" w:styleId="B0FAC9F69B2F40FCBF1D79AE80EA05ED">
    <w:name w:val="B0FAC9F69B2F40FCBF1D79AE80EA05ED"/>
    <w:rsid w:val="003317D0"/>
  </w:style>
  <w:style w:type="paragraph" w:customStyle="1" w:styleId="5DA7B0AEA7C84D80A2358D3AD3CB8CCD">
    <w:name w:val="5DA7B0AEA7C84D80A2358D3AD3CB8CCD"/>
    <w:rsid w:val="003317D0"/>
  </w:style>
  <w:style w:type="paragraph" w:customStyle="1" w:styleId="AB8B1B335C9D418896FF4EFDE1D01C4B">
    <w:name w:val="AB8B1B335C9D418896FF4EFDE1D01C4B"/>
    <w:rsid w:val="003317D0"/>
  </w:style>
  <w:style w:type="paragraph" w:customStyle="1" w:styleId="E2095134FAE44302A5387C0139C8A95E">
    <w:name w:val="E2095134FAE44302A5387C0139C8A95E"/>
    <w:rsid w:val="003317D0"/>
  </w:style>
  <w:style w:type="paragraph" w:customStyle="1" w:styleId="D414DAE2BB3647EC9F439BB925F6C17C">
    <w:name w:val="D414DAE2BB3647EC9F439BB925F6C17C"/>
    <w:rsid w:val="003317D0"/>
  </w:style>
  <w:style w:type="paragraph" w:customStyle="1" w:styleId="470A751375764F9FA215713D2D2C97F5">
    <w:name w:val="470A751375764F9FA215713D2D2C97F5"/>
    <w:rsid w:val="003317D0"/>
  </w:style>
  <w:style w:type="paragraph" w:customStyle="1" w:styleId="FC038D9DEEFD47E683B829062222B34B">
    <w:name w:val="FC038D9DEEFD47E683B829062222B34B"/>
    <w:rsid w:val="003317D0"/>
  </w:style>
  <w:style w:type="paragraph" w:customStyle="1" w:styleId="350EE8E7560C40ACA7CC3313EC0646AD">
    <w:name w:val="350EE8E7560C40ACA7CC3313EC0646AD"/>
    <w:rsid w:val="003317D0"/>
  </w:style>
  <w:style w:type="paragraph" w:customStyle="1" w:styleId="F624C5E0538B451EA934E88A57D9E873">
    <w:name w:val="F624C5E0538B451EA934E88A57D9E873"/>
    <w:rsid w:val="003317D0"/>
  </w:style>
  <w:style w:type="paragraph" w:customStyle="1" w:styleId="F091D32A46014F92ABA3F45DCC55A005">
    <w:name w:val="F091D32A46014F92ABA3F45DCC55A005"/>
    <w:rsid w:val="003317D0"/>
  </w:style>
  <w:style w:type="paragraph" w:customStyle="1" w:styleId="F5E2E9B1DE494E9FB8819C3091273EF7">
    <w:name w:val="F5E2E9B1DE494E9FB8819C3091273EF7"/>
    <w:rsid w:val="003317D0"/>
  </w:style>
  <w:style w:type="paragraph" w:customStyle="1" w:styleId="AE7807F25D9744D1A69C9956A811C4DA">
    <w:name w:val="AE7807F25D9744D1A69C9956A811C4DA"/>
    <w:rsid w:val="003317D0"/>
  </w:style>
  <w:style w:type="paragraph" w:customStyle="1" w:styleId="05417DB37C51478FAD626A019CFFFD9F">
    <w:name w:val="05417DB37C51478FAD626A019CFFFD9F"/>
    <w:rsid w:val="003317D0"/>
  </w:style>
  <w:style w:type="paragraph" w:customStyle="1" w:styleId="CBA64759BE0141DCA2F93407328F8425">
    <w:name w:val="CBA64759BE0141DCA2F93407328F8425"/>
    <w:rsid w:val="003317D0"/>
  </w:style>
  <w:style w:type="paragraph" w:customStyle="1" w:styleId="7370E045B03640318CB76E7622756F41">
    <w:name w:val="7370E045B03640318CB76E7622756F41"/>
    <w:rsid w:val="003317D0"/>
  </w:style>
  <w:style w:type="paragraph" w:customStyle="1" w:styleId="7830B624D8024784BF4681B16B74EB95">
    <w:name w:val="7830B624D8024784BF4681B16B74EB95"/>
    <w:rsid w:val="003317D0"/>
  </w:style>
  <w:style w:type="paragraph" w:customStyle="1" w:styleId="5BBECAE091F748F296648F667A4D1576">
    <w:name w:val="5BBECAE091F748F296648F667A4D1576"/>
    <w:rsid w:val="003317D0"/>
  </w:style>
  <w:style w:type="paragraph" w:customStyle="1" w:styleId="EBCFC65823374BF789D0DEFE25008BB0">
    <w:name w:val="EBCFC65823374BF789D0DEFE25008BB0"/>
    <w:rsid w:val="007252F3"/>
  </w:style>
  <w:style w:type="paragraph" w:customStyle="1" w:styleId="3AB1B3B52B0B4755A9519E8095369B73">
    <w:name w:val="3AB1B3B52B0B4755A9519E8095369B73"/>
    <w:rsid w:val="007252F3"/>
  </w:style>
  <w:style w:type="paragraph" w:customStyle="1" w:styleId="A31A222682F844DAB225ADB4773067DA">
    <w:name w:val="A31A222682F844DAB225ADB4773067DA"/>
    <w:rsid w:val="007252F3"/>
  </w:style>
  <w:style w:type="paragraph" w:customStyle="1" w:styleId="8E418C9B217A44098DB547CAA1CED5F8">
    <w:name w:val="8E418C9B217A44098DB547CAA1CED5F8"/>
    <w:rsid w:val="007252F3"/>
  </w:style>
  <w:style w:type="paragraph" w:customStyle="1" w:styleId="C6C47CD42E0A4B88BF3F3F06E7E49058">
    <w:name w:val="C6C47CD42E0A4B88BF3F3F06E7E49058"/>
    <w:rsid w:val="007252F3"/>
  </w:style>
  <w:style w:type="paragraph" w:customStyle="1" w:styleId="240866227B134E9BB3CF7DAFD141806C">
    <w:name w:val="240866227B134E9BB3CF7DAFD141806C"/>
    <w:rsid w:val="007252F3"/>
  </w:style>
  <w:style w:type="paragraph" w:customStyle="1" w:styleId="DDCBFB99B57C46738478071206C99096">
    <w:name w:val="DDCBFB99B57C46738478071206C99096"/>
    <w:rsid w:val="007252F3"/>
  </w:style>
  <w:style w:type="paragraph" w:customStyle="1" w:styleId="3FA2F547400F41249F722B1E37E736B1">
    <w:name w:val="3FA2F547400F41249F722B1E37E736B1"/>
    <w:rsid w:val="007252F3"/>
  </w:style>
  <w:style w:type="paragraph" w:customStyle="1" w:styleId="ECFBD0344F5F4897B3F1153E655665CD">
    <w:name w:val="ECFBD0344F5F4897B3F1153E655665CD"/>
    <w:rsid w:val="007252F3"/>
  </w:style>
  <w:style w:type="paragraph" w:customStyle="1" w:styleId="50BCF0ACE5B34D6A8DC280FE6DDFB92D">
    <w:name w:val="50BCF0ACE5B34D6A8DC280FE6DDFB92D"/>
    <w:rsid w:val="007252F3"/>
  </w:style>
  <w:style w:type="paragraph" w:customStyle="1" w:styleId="F3F539D02B5B43FC98F721CF75B545EA">
    <w:name w:val="F3F539D02B5B43FC98F721CF75B545EA"/>
    <w:rsid w:val="007252F3"/>
  </w:style>
  <w:style w:type="paragraph" w:customStyle="1" w:styleId="42CDEE3250B54AF081464457DAE0773B">
    <w:name w:val="42CDEE3250B54AF081464457DAE0773B"/>
    <w:rsid w:val="007252F3"/>
  </w:style>
  <w:style w:type="paragraph" w:customStyle="1" w:styleId="765DB4401B0F4B65B912193BEE61C52C">
    <w:name w:val="765DB4401B0F4B65B912193BEE61C52C"/>
    <w:rsid w:val="007252F3"/>
  </w:style>
  <w:style w:type="paragraph" w:customStyle="1" w:styleId="FFA62148EDF44FE6ACA9EAEA25E4DD3C">
    <w:name w:val="FFA62148EDF44FE6ACA9EAEA25E4DD3C"/>
    <w:rsid w:val="007252F3"/>
  </w:style>
  <w:style w:type="paragraph" w:customStyle="1" w:styleId="4BF5EBE5DB794857819A961CBCE25644">
    <w:name w:val="4BF5EBE5DB794857819A961CBCE25644"/>
    <w:rsid w:val="007252F3"/>
  </w:style>
  <w:style w:type="paragraph" w:customStyle="1" w:styleId="5FD2C4562DC545709E4D4A6C8414C66A">
    <w:name w:val="5FD2C4562DC545709E4D4A6C8414C66A"/>
    <w:rsid w:val="007252F3"/>
  </w:style>
  <w:style w:type="paragraph" w:customStyle="1" w:styleId="1D1393BD45AE4AE5AE1419797CAC2325">
    <w:name w:val="1D1393BD45AE4AE5AE1419797CAC2325"/>
    <w:rsid w:val="007252F3"/>
  </w:style>
  <w:style w:type="paragraph" w:customStyle="1" w:styleId="24A1ED61F804423099BB8EDC98E477A2">
    <w:name w:val="24A1ED61F804423099BB8EDC98E477A2"/>
    <w:rsid w:val="007252F3"/>
  </w:style>
  <w:style w:type="paragraph" w:customStyle="1" w:styleId="9A02C4564C324939B1E42BA83C1DD060">
    <w:name w:val="9A02C4564C324939B1E42BA83C1DD060"/>
    <w:rsid w:val="007252F3"/>
  </w:style>
  <w:style w:type="paragraph" w:customStyle="1" w:styleId="70591543D2904429A9CB7103B4A6E7BE">
    <w:name w:val="70591543D2904429A9CB7103B4A6E7BE"/>
    <w:rsid w:val="007252F3"/>
  </w:style>
  <w:style w:type="paragraph" w:customStyle="1" w:styleId="BDBB88A85D144A4EA97B85352D2EB60F">
    <w:name w:val="BDBB88A85D144A4EA97B85352D2EB60F"/>
    <w:rsid w:val="007252F3"/>
  </w:style>
  <w:style w:type="paragraph" w:customStyle="1" w:styleId="784D93E07EA448CBB0EB2D413623EB0C">
    <w:name w:val="784D93E07EA448CBB0EB2D413623EB0C"/>
    <w:rsid w:val="007252F3"/>
  </w:style>
  <w:style w:type="paragraph" w:customStyle="1" w:styleId="5071AFC2FA4A42B2AD7C450F1CD34048">
    <w:name w:val="5071AFC2FA4A42B2AD7C450F1CD34048"/>
    <w:rsid w:val="007252F3"/>
  </w:style>
  <w:style w:type="paragraph" w:customStyle="1" w:styleId="02152FFAC49740FCAD6B51D8F55852B2">
    <w:name w:val="02152FFAC49740FCAD6B51D8F55852B2"/>
    <w:rsid w:val="007252F3"/>
  </w:style>
  <w:style w:type="paragraph" w:customStyle="1" w:styleId="7052B4A2AECA4134972E2AAA995CF7A5">
    <w:name w:val="7052B4A2AECA4134972E2AAA995CF7A5"/>
    <w:rsid w:val="007252F3"/>
  </w:style>
  <w:style w:type="paragraph" w:customStyle="1" w:styleId="4EEAABC20C3E4D76B642F3F0E71F70BE">
    <w:name w:val="4EEAABC20C3E4D76B642F3F0E71F70BE"/>
    <w:rsid w:val="007252F3"/>
  </w:style>
  <w:style w:type="paragraph" w:customStyle="1" w:styleId="C5CC11D355D44B6D8417ED1024F45ADB">
    <w:name w:val="C5CC11D355D44B6D8417ED1024F45ADB"/>
    <w:rsid w:val="007252F3"/>
  </w:style>
  <w:style w:type="paragraph" w:customStyle="1" w:styleId="F5EDEB437AD84CF4A563D550CA1EA762">
    <w:name w:val="F5EDEB437AD84CF4A563D550CA1EA762"/>
    <w:rsid w:val="007252F3"/>
  </w:style>
  <w:style w:type="paragraph" w:customStyle="1" w:styleId="0E1871A464EC4C649321BD651BA4A992">
    <w:name w:val="0E1871A464EC4C649321BD651BA4A992"/>
    <w:rsid w:val="007252F3"/>
  </w:style>
  <w:style w:type="paragraph" w:customStyle="1" w:styleId="E9A67E95F4624A7BA26198A4F13D8F6B">
    <w:name w:val="E9A67E95F4624A7BA26198A4F13D8F6B"/>
    <w:rsid w:val="007252F3"/>
  </w:style>
  <w:style w:type="paragraph" w:customStyle="1" w:styleId="8242800E45964E8F9FCBCA4BADCE64EE">
    <w:name w:val="8242800E45964E8F9FCBCA4BADCE64EE"/>
    <w:rsid w:val="007252F3"/>
  </w:style>
  <w:style w:type="paragraph" w:customStyle="1" w:styleId="D32C1FFA07604E5DB6E1369E87B6D05C">
    <w:name w:val="D32C1FFA07604E5DB6E1369E87B6D05C"/>
    <w:rsid w:val="007252F3"/>
  </w:style>
  <w:style w:type="paragraph" w:customStyle="1" w:styleId="BDA6978E100F407BB42F3EB950C5E143">
    <w:name w:val="BDA6978E100F407BB42F3EB950C5E143"/>
    <w:rsid w:val="007252F3"/>
  </w:style>
  <w:style w:type="paragraph" w:customStyle="1" w:styleId="E90306FDBF9843798C0431932C6C0205">
    <w:name w:val="E90306FDBF9843798C0431932C6C0205"/>
    <w:rsid w:val="007252F3"/>
  </w:style>
  <w:style w:type="paragraph" w:customStyle="1" w:styleId="E0C4573B047D4BBF972D97C8B2B1F1BA">
    <w:name w:val="E0C4573B047D4BBF972D97C8B2B1F1BA"/>
    <w:rsid w:val="007252F3"/>
  </w:style>
  <w:style w:type="paragraph" w:customStyle="1" w:styleId="540B716E7AD9452294C217EBA6640BE2">
    <w:name w:val="540B716E7AD9452294C217EBA6640BE2"/>
    <w:rsid w:val="007252F3"/>
  </w:style>
  <w:style w:type="paragraph" w:customStyle="1" w:styleId="2B782F3BE68A4F9EA9E6CBEB3CF55588">
    <w:name w:val="2B782F3BE68A4F9EA9E6CBEB3CF55588"/>
    <w:rsid w:val="007252F3"/>
  </w:style>
  <w:style w:type="paragraph" w:customStyle="1" w:styleId="9E8891CFF5294017B20757690DBBA0A2">
    <w:name w:val="9E8891CFF5294017B20757690DBBA0A2"/>
    <w:rsid w:val="007252F3"/>
  </w:style>
  <w:style w:type="paragraph" w:customStyle="1" w:styleId="4AC97A9A4217482AB4B0E9DADD927A80">
    <w:name w:val="4AC97A9A4217482AB4B0E9DADD927A80"/>
    <w:rsid w:val="007252F3"/>
  </w:style>
  <w:style w:type="paragraph" w:customStyle="1" w:styleId="7174B79007064D6EA0A748DD28C7E7D8">
    <w:name w:val="7174B79007064D6EA0A748DD28C7E7D8"/>
    <w:rsid w:val="007252F3"/>
  </w:style>
  <w:style w:type="paragraph" w:customStyle="1" w:styleId="0A48C747F049408C9A7D758627FE0A1E">
    <w:name w:val="0A48C747F049408C9A7D758627FE0A1E"/>
    <w:rsid w:val="007252F3"/>
  </w:style>
  <w:style w:type="paragraph" w:customStyle="1" w:styleId="49B1F223FE3C46DC8C41F67510CFA924">
    <w:name w:val="49B1F223FE3C46DC8C41F67510CFA924"/>
    <w:rsid w:val="007252F3"/>
  </w:style>
  <w:style w:type="paragraph" w:customStyle="1" w:styleId="56133010AFF94397888BD5C824BD13E2">
    <w:name w:val="56133010AFF94397888BD5C824BD13E2"/>
    <w:rsid w:val="007252F3"/>
  </w:style>
  <w:style w:type="paragraph" w:customStyle="1" w:styleId="A24C35E7896E48BDB8AFE18B6D1D2CDC">
    <w:name w:val="A24C35E7896E48BDB8AFE18B6D1D2CDC"/>
    <w:rsid w:val="007252F3"/>
  </w:style>
  <w:style w:type="paragraph" w:customStyle="1" w:styleId="91D6C37862ED4640B977FA36CA894E2B">
    <w:name w:val="91D6C37862ED4640B977FA36CA894E2B"/>
    <w:rsid w:val="007252F3"/>
  </w:style>
  <w:style w:type="paragraph" w:customStyle="1" w:styleId="7587D2AED74C4037B21F443EB24CBB67">
    <w:name w:val="7587D2AED74C4037B21F443EB24CBB67"/>
    <w:rsid w:val="007252F3"/>
  </w:style>
  <w:style w:type="paragraph" w:customStyle="1" w:styleId="7684C8881DB04AB2959AC8412F02D7D4">
    <w:name w:val="7684C8881DB04AB2959AC8412F02D7D4"/>
    <w:rsid w:val="007252F3"/>
  </w:style>
  <w:style w:type="paragraph" w:customStyle="1" w:styleId="987147C8D7214CE387C1DE82F083FF02">
    <w:name w:val="987147C8D7214CE387C1DE82F083FF02"/>
    <w:rsid w:val="007252F3"/>
  </w:style>
  <w:style w:type="paragraph" w:customStyle="1" w:styleId="7D057BDCCD4D4BE797C59394842CF0F9">
    <w:name w:val="7D057BDCCD4D4BE797C59394842CF0F9"/>
    <w:rsid w:val="007252F3"/>
  </w:style>
  <w:style w:type="paragraph" w:customStyle="1" w:styleId="90523E2FE97148FC9CD2D645C9132E40">
    <w:name w:val="90523E2FE97148FC9CD2D645C9132E40"/>
    <w:rsid w:val="007252F3"/>
  </w:style>
  <w:style w:type="paragraph" w:customStyle="1" w:styleId="93153081D1F6481CAADAD85E6A0A2545">
    <w:name w:val="93153081D1F6481CAADAD85E6A0A2545"/>
    <w:rsid w:val="007252F3"/>
  </w:style>
  <w:style w:type="paragraph" w:customStyle="1" w:styleId="AE6EFE58B6B1409A9659AFBB9953191B">
    <w:name w:val="AE6EFE58B6B1409A9659AFBB9953191B"/>
    <w:rsid w:val="007252F3"/>
  </w:style>
  <w:style w:type="paragraph" w:customStyle="1" w:styleId="AE1B93CAE04741E68DCAC5063D53AF75">
    <w:name w:val="AE1B93CAE04741E68DCAC5063D53AF75"/>
    <w:rsid w:val="007252F3"/>
  </w:style>
  <w:style w:type="paragraph" w:customStyle="1" w:styleId="CF5000D6363F4D6EB96F48FB9472A3A8">
    <w:name w:val="CF5000D6363F4D6EB96F48FB9472A3A8"/>
    <w:rsid w:val="007252F3"/>
  </w:style>
  <w:style w:type="paragraph" w:customStyle="1" w:styleId="DA2A8B47460C449BB090029125EB952C">
    <w:name w:val="DA2A8B47460C449BB090029125EB952C"/>
    <w:rsid w:val="007252F3"/>
  </w:style>
  <w:style w:type="paragraph" w:customStyle="1" w:styleId="AC05AE3382C045929E277E06DE8F59AF">
    <w:name w:val="AC05AE3382C045929E277E06DE8F59AF"/>
    <w:rsid w:val="007252F3"/>
  </w:style>
  <w:style w:type="paragraph" w:customStyle="1" w:styleId="67D14A1365F040A58BD00B712FFE9837">
    <w:name w:val="67D14A1365F040A58BD00B712FFE9837"/>
    <w:rsid w:val="007252F3"/>
  </w:style>
  <w:style w:type="paragraph" w:customStyle="1" w:styleId="1D92CFCCE1D043EAB58D87C5066D3601">
    <w:name w:val="1D92CFCCE1D043EAB58D87C5066D3601"/>
    <w:rsid w:val="007252F3"/>
  </w:style>
  <w:style w:type="paragraph" w:customStyle="1" w:styleId="FD58140A0F3847618C5CEF995C7F710F">
    <w:name w:val="FD58140A0F3847618C5CEF995C7F710F"/>
    <w:rsid w:val="007252F3"/>
  </w:style>
  <w:style w:type="paragraph" w:customStyle="1" w:styleId="6624B90EC38B4281B0F9498C56940CBB">
    <w:name w:val="6624B90EC38B4281B0F9498C56940CBB"/>
    <w:rsid w:val="007252F3"/>
  </w:style>
  <w:style w:type="paragraph" w:customStyle="1" w:styleId="40133793E1E74F1EB47DEF502F17FEE8">
    <w:name w:val="40133793E1E74F1EB47DEF502F17FEE8"/>
    <w:rsid w:val="007252F3"/>
  </w:style>
  <w:style w:type="paragraph" w:customStyle="1" w:styleId="F38524CA06AC4509A0E987B486DAF4D6">
    <w:name w:val="F38524CA06AC4509A0E987B486DAF4D6"/>
    <w:rsid w:val="007252F3"/>
  </w:style>
  <w:style w:type="paragraph" w:customStyle="1" w:styleId="1718A34449F142BEAC60F22298293E66">
    <w:name w:val="1718A34449F142BEAC60F22298293E66"/>
    <w:rsid w:val="007252F3"/>
  </w:style>
  <w:style w:type="paragraph" w:customStyle="1" w:styleId="A5EE342D49054FA0A69BEF34CB18BADC">
    <w:name w:val="A5EE342D49054FA0A69BEF34CB18BADC"/>
    <w:rsid w:val="007252F3"/>
  </w:style>
  <w:style w:type="paragraph" w:customStyle="1" w:styleId="BF47104B4E154F6F860BB9DB73596A95">
    <w:name w:val="BF47104B4E154F6F860BB9DB73596A95"/>
    <w:rsid w:val="007252F3"/>
  </w:style>
  <w:style w:type="paragraph" w:customStyle="1" w:styleId="E75295DF643E4FB8AB25CFB82F9CD9BF">
    <w:name w:val="E75295DF643E4FB8AB25CFB82F9CD9BF"/>
    <w:rsid w:val="007252F3"/>
  </w:style>
  <w:style w:type="paragraph" w:customStyle="1" w:styleId="5E6F1A4B701B4EABAF3E7A56A82105BC">
    <w:name w:val="5E6F1A4B701B4EABAF3E7A56A82105BC"/>
    <w:rsid w:val="007252F3"/>
  </w:style>
  <w:style w:type="paragraph" w:customStyle="1" w:styleId="F1C587F6A4084D54B30A25D73CA2EE2C">
    <w:name w:val="F1C587F6A4084D54B30A25D73CA2EE2C"/>
    <w:rsid w:val="007252F3"/>
  </w:style>
  <w:style w:type="paragraph" w:customStyle="1" w:styleId="B11DF08CF9824917ABAFA909DDBC14BF">
    <w:name w:val="B11DF08CF9824917ABAFA909DDBC14BF"/>
    <w:rsid w:val="007252F3"/>
  </w:style>
  <w:style w:type="paragraph" w:customStyle="1" w:styleId="0B47A51E48A84C079DF11170404B3511">
    <w:name w:val="0B47A51E48A84C079DF11170404B3511"/>
    <w:rsid w:val="007252F3"/>
  </w:style>
  <w:style w:type="paragraph" w:customStyle="1" w:styleId="20E46E3E44804A2AB4211EDF8A4B2EA4">
    <w:name w:val="20E46E3E44804A2AB4211EDF8A4B2EA4"/>
    <w:rsid w:val="007252F3"/>
  </w:style>
  <w:style w:type="paragraph" w:customStyle="1" w:styleId="4AEB29CA1BF341B6B2700442024E9872">
    <w:name w:val="4AEB29CA1BF341B6B2700442024E9872"/>
    <w:rsid w:val="007252F3"/>
  </w:style>
  <w:style w:type="paragraph" w:customStyle="1" w:styleId="6AD6FD7365BB447397C1F84F0ADC25D6">
    <w:name w:val="6AD6FD7365BB447397C1F84F0ADC25D6"/>
    <w:rsid w:val="007252F3"/>
  </w:style>
  <w:style w:type="paragraph" w:customStyle="1" w:styleId="8DD62A975BF94899B88734127EF5171D">
    <w:name w:val="8DD62A975BF94899B88734127EF5171D"/>
    <w:rsid w:val="007252F3"/>
  </w:style>
  <w:style w:type="paragraph" w:customStyle="1" w:styleId="2B7DD5C725FC4AB2ABD0BA875732D547">
    <w:name w:val="2B7DD5C725FC4AB2ABD0BA875732D547"/>
    <w:rsid w:val="007252F3"/>
  </w:style>
  <w:style w:type="paragraph" w:customStyle="1" w:styleId="A88EDC52E5444AE793FD769E87386510">
    <w:name w:val="A88EDC52E5444AE793FD769E87386510"/>
    <w:rsid w:val="007252F3"/>
  </w:style>
  <w:style w:type="paragraph" w:customStyle="1" w:styleId="D09D08E957714C639489D5B6C64FE238">
    <w:name w:val="D09D08E957714C639489D5B6C64FE238"/>
    <w:rsid w:val="007252F3"/>
  </w:style>
  <w:style w:type="paragraph" w:customStyle="1" w:styleId="8E9D18AA0B4E45949ABC044F5365B45C">
    <w:name w:val="8E9D18AA0B4E45949ABC044F5365B45C"/>
    <w:rsid w:val="007252F3"/>
  </w:style>
  <w:style w:type="paragraph" w:customStyle="1" w:styleId="4DD8C07EBD0540B9981010B3EC5BAF1F">
    <w:name w:val="4DD8C07EBD0540B9981010B3EC5BAF1F"/>
    <w:rsid w:val="007252F3"/>
  </w:style>
  <w:style w:type="paragraph" w:customStyle="1" w:styleId="B203BD918B674AD3A92FAF251E103244">
    <w:name w:val="B203BD918B674AD3A92FAF251E103244"/>
    <w:rsid w:val="007252F3"/>
  </w:style>
  <w:style w:type="paragraph" w:customStyle="1" w:styleId="4547617B825041B4B1B29B9F60AC9C84">
    <w:name w:val="4547617B825041B4B1B29B9F60AC9C84"/>
    <w:rsid w:val="007252F3"/>
  </w:style>
  <w:style w:type="paragraph" w:customStyle="1" w:styleId="A4C28008D9D54CB180364C93ED10DDDF">
    <w:name w:val="A4C28008D9D54CB180364C93ED10DDDF"/>
    <w:rsid w:val="007252F3"/>
  </w:style>
  <w:style w:type="paragraph" w:customStyle="1" w:styleId="483C260B2B45449682AA15A2CE96469F">
    <w:name w:val="483C260B2B45449682AA15A2CE96469F"/>
    <w:rsid w:val="007252F3"/>
  </w:style>
  <w:style w:type="paragraph" w:customStyle="1" w:styleId="B075AA5DB21443BA8944F3BC205E6F15">
    <w:name w:val="B075AA5DB21443BA8944F3BC205E6F15"/>
    <w:rsid w:val="007252F3"/>
  </w:style>
  <w:style w:type="paragraph" w:customStyle="1" w:styleId="EFBFD010D5934A57BD71D18125F52ECF">
    <w:name w:val="EFBFD010D5934A57BD71D18125F52ECF"/>
    <w:rsid w:val="007252F3"/>
  </w:style>
  <w:style w:type="paragraph" w:customStyle="1" w:styleId="63CE2922E6BB46FCBC1C5BA702A151E6">
    <w:name w:val="63CE2922E6BB46FCBC1C5BA702A151E6"/>
    <w:rsid w:val="007252F3"/>
  </w:style>
  <w:style w:type="paragraph" w:customStyle="1" w:styleId="1EDFF89F9282427ABA6CF03100595EDD">
    <w:name w:val="1EDFF89F9282427ABA6CF03100595EDD"/>
    <w:rsid w:val="007252F3"/>
  </w:style>
  <w:style w:type="paragraph" w:customStyle="1" w:styleId="6080DAFF9049422AA545A72E5D348ADD">
    <w:name w:val="6080DAFF9049422AA545A72E5D348ADD"/>
    <w:rsid w:val="007252F3"/>
  </w:style>
  <w:style w:type="paragraph" w:customStyle="1" w:styleId="6CF3C277557B4722ACC6C2E0A6100DD4">
    <w:name w:val="6CF3C277557B4722ACC6C2E0A6100DD4"/>
    <w:rsid w:val="007252F3"/>
  </w:style>
  <w:style w:type="paragraph" w:customStyle="1" w:styleId="8DD7134508B34378B9D11BD9A1DB28B9">
    <w:name w:val="8DD7134508B34378B9D11BD9A1DB28B9"/>
    <w:rsid w:val="007252F3"/>
  </w:style>
  <w:style w:type="paragraph" w:customStyle="1" w:styleId="978F62A8D65A41018FDEE7509359109F">
    <w:name w:val="978F62A8D65A41018FDEE7509359109F"/>
    <w:rsid w:val="007252F3"/>
  </w:style>
  <w:style w:type="paragraph" w:customStyle="1" w:styleId="77A350AB012C4576AB291569BFAC5371">
    <w:name w:val="77A350AB012C4576AB291569BFAC5371"/>
    <w:rsid w:val="007252F3"/>
  </w:style>
  <w:style w:type="paragraph" w:customStyle="1" w:styleId="564B05C81C544804A3FA73E85DF95C7A">
    <w:name w:val="564B05C81C544804A3FA73E85DF95C7A"/>
    <w:rsid w:val="007252F3"/>
  </w:style>
  <w:style w:type="paragraph" w:customStyle="1" w:styleId="4FF11BBAD6374272854784F6A2818F8E">
    <w:name w:val="4FF11BBAD6374272854784F6A2818F8E"/>
    <w:rsid w:val="007252F3"/>
  </w:style>
  <w:style w:type="paragraph" w:customStyle="1" w:styleId="C4B6A34275DC48F499107B29B4F32823">
    <w:name w:val="C4B6A34275DC48F499107B29B4F32823"/>
    <w:rsid w:val="007252F3"/>
  </w:style>
  <w:style w:type="paragraph" w:customStyle="1" w:styleId="2D33D2AE04634CB495F2EFEEAE118B5F">
    <w:name w:val="2D33D2AE04634CB495F2EFEEAE118B5F"/>
    <w:rsid w:val="007252F3"/>
  </w:style>
  <w:style w:type="paragraph" w:customStyle="1" w:styleId="2BFF5AE06F48430AA0B967C8FF0528E0">
    <w:name w:val="2BFF5AE06F48430AA0B967C8FF0528E0"/>
    <w:rsid w:val="007252F3"/>
  </w:style>
  <w:style w:type="paragraph" w:customStyle="1" w:styleId="EEF458CBCAEB42A68ACFAD9BB3B3C420">
    <w:name w:val="EEF458CBCAEB42A68ACFAD9BB3B3C420"/>
    <w:rsid w:val="007252F3"/>
  </w:style>
  <w:style w:type="paragraph" w:customStyle="1" w:styleId="3A07D624B1CB4C0D94D56CB96B9E74C9">
    <w:name w:val="3A07D624B1CB4C0D94D56CB96B9E74C9"/>
    <w:rsid w:val="007252F3"/>
  </w:style>
  <w:style w:type="paragraph" w:customStyle="1" w:styleId="73ACC9722CCE4B989C905B43151F736A">
    <w:name w:val="73ACC9722CCE4B989C905B43151F736A"/>
    <w:rsid w:val="007252F3"/>
  </w:style>
  <w:style w:type="paragraph" w:customStyle="1" w:styleId="C04C131C89FD4448B9BE6D3BD70D16C4">
    <w:name w:val="C04C131C89FD4448B9BE6D3BD70D16C4"/>
    <w:rsid w:val="007252F3"/>
  </w:style>
  <w:style w:type="paragraph" w:customStyle="1" w:styleId="7F82FA55AA384E28A80DE906D23741C4">
    <w:name w:val="7F82FA55AA384E28A80DE906D23741C4"/>
    <w:rsid w:val="007252F3"/>
  </w:style>
  <w:style w:type="paragraph" w:customStyle="1" w:styleId="43AF40F5981B4EAAA2882FDEFF87AB33">
    <w:name w:val="43AF40F5981B4EAAA2882FDEFF87AB33"/>
    <w:rsid w:val="007252F3"/>
  </w:style>
  <w:style w:type="paragraph" w:customStyle="1" w:styleId="18B802FFF0654C2C843C97ED8E9D5D7D">
    <w:name w:val="18B802FFF0654C2C843C97ED8E9D5D7D"/>
    <w:rsid w:val="007252F3"/>
  </w:style>
  <w:style w:type="paragraph" w:customStyle="1" w:styleId="F75E9A972F764A1DB1A9FA2300C03CEB">
    <w:name w:val="F75E9A972F764A1DB1A9FA2300C03CEB"/>
    <w:rsid w:val="007252F3"/>
  </w:style>
  <w:style w:type="paragraph" w:customStyle="1" w:styleId="E78228ACA0D04784A22CD5F0079B9954">
    <w:name w:val="E78228ACA0D04784A22CD5F0079B9954"/>
    <w:rsid w:val="007252F3"/>
  </w:style>
  <w:style w:type="paragraph" w:customStyle="1" w:styleId="E6E920F8452F47539648BCE9EE311614">
    <w:name w:val="E6E920F8452F47539648BCE9EE311614"/>
    <w:rsid w:val="007252F3"/>
  </w:style>
  <w:style w:type="paragraph" w:customStyle="1" w:styleId="BB50ACCD38C440D08A86DB40B5D9538F">
    <w:name w:val="BB50ACCD38C440D08A86DB40B5D9538F"/>
    <w:rsid w:val="007252F3"/>
  </w:style>
  <w:style w:type="paragraph" w:customStyle="1" w:styleId="68AFD39EB09D441B8C4C817C0D8C31D6">
    <w:name w:val="68AFD39EB09D441B8C4C817C0D8C31D6"/>
    <w:rsid w:val="007252F3"/>
  </w:style>
  <w:style w:type="paragraph" w:customStyle="1" w:styleId="5D9390DA5D0949ED8C369ADFEFC4E729">
    <w:name w:val="5D9390DA5D0949ED8C369ADFEFC4E729"/>
    <w:rsid w:val="007252F3"/>
  </w:style>
  <w:style w:type="paragraph" w:customStyle="1" w:styleId="531252006E2F4BBAAFDD89D7E622562B">
    <w:name w:val="531252006E2F4BBAAFDD89D7E622562B"/>
    <w:rsid w:val="007252F3"/>
  </w:style>
  <w:style w:type="paragraph" w:customStyle="1" w:styleId="CDDDB34E9D584463A10AAAF0FBF3B615">
    <w:name w:val="CDDDB34E9D584463A10AAAF0FBF3B615"/>
    <w:rsid w:val="007252F3"/>
  </w:style>
  <w:style w:type="paragraph" w:customStyle="1" w:styleId="262250AA71144CDD889374E08AC20E50">
    <w:name w:val="262250AA71144CDD889374E08AC20E50"/>
    <w:rsid w:val="007252F3"/>
  </w:style>
  <w:style w:type="paragraph" w:customStyle="1" w:styleId="6C90C5CB90C6461ABFD555CE6FED1FC5">
    <w:name w:val="6C90C5CB90C6461ABFD555CE6FED1FC5"/>
    <w:rsid w:val="007252F3"/>
  </w:style>
  <w:style w:type="paragraph" w:customStyle="1" w:styleId="3B6023FC15D34F16BDE6ACC821233090">
    <w:name w:val="3B6023FC15D34F16BDE6ACC821233090"/>
    <w:rsid w:val="007252F3"/>
  </w:style>
  <w:style w:type="paragraph" w:customStyle="1" w:styleId="C79336C8B381444A97E919077272F68C">
    <w:name w:val="C79336C8B381444A97E919077272F68C"/>
    <w:rsid w:val="007252F3"/>
  </w:style>
  <w:style w:type="paragraph" w:customStyle="1" w:styleId="F1D4D037F4204014845B2477B2DE2E1E">
    <w:name w:val="F1D4D037F4204014845B2477B2DE2E1E"/>
    <w:rsid w:val="007252F3"/>
  </w:style>
  <w:style w:type="paragraph" w:customStyle="1" w:styleId="E2F1B992E6DF4329AB60647739576215">
    <w:name w:val="E2F1B992E6DF4329AB60647739576215"/>
    <w:rsid w:val="007252F3"/>
  </w:style>
  <w:style w:type="paragraph" w:customStyle="1" w:styleId="ED0212572A9B43CFA4521D9DDD6060CE">
    <w:name w:val="ED0212572A9B43CFA4521D9DDD6060CE"/>
    <w:rsid w:val="007252F3"/>
  </w:style>
  <w:style w:type="paragraph" w:customStyle="1" w:styleId="014C013E419E4713B07F5D0A6FA6C752">
    <w:name w:val="014C013E419E4713B07F5D0A6FA6C752"/>
    <w:rsid w:val="007252F3"/>
  </w:style>
  <w:style w:type="paragraph" w:customStyle="1" w:styleId="2D9338C1CCBF4A34B6F36F57565354D2">
    <w:name w:val="2D9338C1CCBF4A34B6F36F57565354D2"/>
    <w:rsid w:val="007252F3"/>
  </w:style>
  <w:style w:type="paragraph" w:customStyle="1" w:styleId="6D0E06CB57CF4D67815DF7F7D98AB602">
    <w:name w:val="6D0E06CB57CF4D67815DF7F7D98AB602"/>
    <w:rsid w:val="007252F3"/>
  </w:style>
  <w:style w:type="paragraph" w:customStyle="1" w:styleId="A73412CD47CC46638B5F56C4C060D80F">
    <w:name w:val="A73412CD47CC46638B5F56C4C060D80F"/>
    <w:rsid w:val="007252F3"/>
  </w:style>
  <w:style w:type="paragraph" w:customStyle="1" w:styleId="0D30EBF9807B480D889D2AFEA2C62A81">
    <w:name w:val="0D30EBF9807B480D889D2AFEA2C62A81"/>
    <w:rsid w:val="007252F3"/>
  </w:style>
  <w:style w:type="paragraph" w:customStyle="1" w:styleId="3EDE84A9899E479F8CCCE5069506574D">
    <w:name w:val="3EDE84A9899E479F8CCCE5069506574D"/>
    <w:rsid w:val="007252F3"/>
  </w:style>
  <w:style w:type="paragraph" w:customStyle="1" w:styleId="38D028B788654F4B8D6078A5155504E1">
    <w:name w:val="38D028B788654F4B8D6078A5155504E1"/>
    <w:rsid w:val="007252F3"/>
  </w:style>
  <w:style w:type="paragraph" w:customStyle="1" w:styleId="F08B35B5D28546B999481E6A0D49C8EE">
    <w:name w:val="F08B35B5D28546B999481E6A0D49C8EE"/>
    <w:rsid w:val="007252F3"/>
  </w:style>
  <w:style w:type="paragraph" w:customStyle="1" w:styleId="17F55D50D68148CB97258E3100BA63FF">
    <w:name w:val="17F55D50D68148CB97258E3100BA63FF"/>
    <w:rsid w:val="007252F3"/>
  </w:style>
  <w:style w:type="paragraph" w:customStyle="1" w:styleId="B8CBF53B09954019970531CE44B034D6">
    <w:name w:val="B8CBF53B09954019970531CE44B034D6"/>
    <w:rsid w:val="007252F3"/>
  </w:style>
  <w:style w:type="paragraph" w:customStyle="1" w:styleId="2A4862F42A384F59895FBE7C92A124F5">
    <w:name w:val="2A4862F42A384F59895FBE7C92A124F5"/>
    <w:rsid w:val="007252F3"/>
  </w:style>
  <w:style w:type="paragraph" w:customStyle="1" w:styleId="A6F7CD91B6474E34B51C2D00AF2A9DF1">
    <w:name w:val="A6F7CD91B6474E34B51C2D00AF2A9DF1"/>
    <w:rsid w:val="007252F3"/>
  </w:style>
  <w:style w:type="paragraph" w:customStyle="1" w:styleId="4A7B323A6F1643DEB454CB1FF5223D3D">
    <w:name w:val="4A7B323A6F1643DEB454CB1FF5223D3D"/>
    <w:rsid w:val="007252F3"/>
  </w:style>
  <w:style w:type="paragraph" w:customStyle="1" w:styleId="4239CA4DCB5649FAAA80394BC03E5186">
    <w:name w:val="4239CA4DCB5649FAAA80394BC03E5186"/>
    <w:rsid w:val="007252F3"/>
  </w:style>
  <w:style w:type="paragraph" w:customStyle="1" w:styleId="062DC19B6B794856B91842F4FD03B5E9">
    <w:name w:val="062DC19B6B794856B91842F4FD03B5E9"/>
    <w:rsid w:val="007252F3"/>
  </w:style>
  <w:style w:type="paragraph" w:customStyle="1" w:styleId="62A28BA047F04B55BA2F05D34602B28D">
    <w:name w:val="62A28BA047F04B55BA2F05D34602B28D"/>
    <w:rsid w:val="007252F3"/>
  </w:style>
  <w:style w:type="paragraph" w:customStyle="1" w:styleId="13A4AC5DC8BD4F64827AA8DB77BDF557">
    <w:name w:val="13A4AC5DC8BD4F64827AA8DB77BDF557"/>
    <w:rsid w:val="007252F3"/>
  </w:style>
  <w:style w:type="paragraph" w:customStyle="1" w:styleId="38AAAFBC6E9B41EA9E840814C51B662F">
    <w:name w:val="38AAAFBC6E9B41EA9E840814C51B662F"/>
    <w:rsid w:val="007252F3"/>
  </w:style>
  <w:style w:type="paragraph" w:customStyle="1" w:styleId="1AD275338C4E4054A84AB8EBD89A819D">
    <w:name w:val="1AD275338C4E4054A84AB8EBD89A819D"/>
    <w:rsid w:val="007252F3"/>
  </w:style>
  <w:style w:type="paragraph" w:customStyle="1" w:styleId="048F1594125E479DB439F2CBA0078B06">
    <w:name w:val="048F1594125E479DB439F2CBA0078B06"/>
    <w:rsid w:val="007252F3"/>
  </w:style>
  <w:style w:type="paragraph" w:customStyle="1" w:styleId="8513077A59BF48659F6B599F864D2E1C">
    <w:name w:val="8513077A59BF48659F6B599F864D2E1C"/>
    <w:rsid w:val="007252F3"/>
  </w:style>
  <w:style w:type="paragraph" w:customStyle="1" w:styleId="E5D125B4024944239E04284F9E240535">
    <w:name w:val="E5D125B4024944239E04284F9E240535"/>
    <w:rsid w:val="007252F3"/>
  </w:style>
  <w:style w:type="paragraph" w:customStyle="1" w:styleId="C761FE18FACF49FD9D7169C73D4D9406">
    <w:name w:val="C761FE18FACF49FD9D7169C73D4D9406"/>
    <w:rsid w:val="007252F3"/>
  </w:style>
  <w:style w:type="paragraph" w:customStyle="1" w:styleId="8FC94229B90B4C7C9F4BD98CB286E3AC">
    <w:name w:val="8FC94229B90B4C7C9F4BD98CB286E3AC"/>
    <w:rsid w:val="007252F3"/>
  </w:style>
  <w:style w:type="paragraph" w:customStyle="1" w:styleId="9314D0D5EE0642719204224551E1709D">
    <w:name w:val="9314D0D5EE0642719204224551E1709D"/>
    <w:rsid w:val="007252F3"/>
  </w:style>
  <w:style w:type="paragraph" w:customStyle="1" w:styleId="F7E4A2F5D2464B6DAC4D15625B9B196B">
    <w:name w:val="F7E4A2F5D2464B6DAC4D15625B9B196B"/>
    <w:rsid w:val="007252F3"/>
  </w:style>
  <w:style w:type="paragraph" w:customStyle="1" w:styleId="B211BAFBB15949F7BE57ABCCC2F37429">
    <w:name w:val="B211BAFBB15949F7BE57ABCCC2F37429"/>
    <w:rsid w:val="007252F3"/>
  </w:style>
  <w:style w:type="paragraph" w:customStyle="1" w:styleId="A07BF1DEF3DA41CA85A8642C1B9A6A77">
    <w:name w:val="A07BF1DEF3DA41CA85A8642C1B9A6A77"/>
    <w:rsid w:val="007252F3"/>
  </w:style>
  <w:style w:type="paragraph" w:customStyle="1" w:styleId="C83366C547A3417BA11C298F828372EE">
    <w:name w:val="C83366C547A3417BA11C298F828372EE"/>
    <w:rsid w:val="007252F3"/>
  </w:style>
  <w:style w:type="paragraph" w:customStyle="1" w:styleId="2D01BAB3023C41619181A9F951DF4ADE">
    <w:name w:val="2D01BAB3023C41619181A9F951DF4ADE"/>
    <w:rsid w:val="007252F3"/>
  </w:style>
  <w:style w:type="paragraph" w:customStyle="1" w:styleId="328CB7E35BA748AEBB651605673FB9C5">
    <w:name w:val="328CB7E35BA748AEBB651605673FB9C5"/>
    <w:rsid w:val="007252F3"/>
  </w:style>
  <w:style w:type="paragraph" w:customStyle="1" w:styleId="A307306C1A334FFE92D469296E7ED029">
    <w:name w:val="A307306C1A334FFE92D469296E7ED029"/>
    <w:rsid w:val="007252F3"/>
  </w:style>
  <w:style w:type="paragraph" w:customStyle="1" w:styleId="88954DF37FF94C7BAE2196B3DCADCB45">
    <w:name w:val="88954DF37FF94C7BAE2196B3DCADCB45"/>
    <w:rsid w:val="007252F3"/>
  </w:style>
  <w:style w:type="paragraph" w:customStyle="1" w:styleId="3301A43B81C04386B37A782409443351">
    <w:name w:val="3301A43B81C04386B37A782409443351"/>
    <w:rsid w:val="007252F3"/>
  </w:style>
  <w:style w:type="paragraph" w:customStyle="1" w:styleId="DE93C386F89744059ACE050CB6BC7C83">
    <w:name w:val="DE93C386F89744059ACE050CB6BC7C83"/>
    <w:rsid w:val="007252F3"/>
  </w:style>
  <w:style w:type="paragraph" w:customStyle="1" w:styleId="0CB7473E192448488B32712E9997EE58">
    <w:name w:val="0CB7473E192448488B32712E9997EE58"/>
    <w:rsid w:val="007252F3"/>
  </w:style>
  <w:style w:type="paragraph" w:customStyle="1" w:styleId="5667CE1B65B74F3982F2BB845514F3A4">
    <w:name w:val="5667CE1B65B74F3982F2BB845514F3A4"/>
    <w:rsid w:val="007252F3"/>
  </w:style>
  <w:style w:type="paragraph" w:customStyle="1" w:styleId="7AF6FC148F364F32B2A2255D7A1C3B87">
    <w:name w:val="7AF6FC148F364F32B2A2255D7A1C3B87"/>
    <w:rsid w:val="007252F3"/>
  </w:style>
  <w:style w:type="paragraph" w:customStyle="1" w:styleId="31627B9DC3C7411FAD1E69C75A29A383">
    <w:name w:val="31627B9DC3C7411FAD1E69C75A29A383"/>
    <w:rsid w:val="007252F3"/>
  </w:style>
  <w:style w:type="paragraph" w:customStyle="1" w:styleId="0B2819EFB84043A4A304AA935E59809E">
    <w:name w:val="0B2819EFB84043A4A304AA935E59809E"/>
    <w:rsid w:val="007252F3"/>
  </w:style>
  <w:style w:type="paragraph" w:customStyle="1" w:styleId="B6B0475EAD9447DE9FC8754361B4615B">
    <w:name w:val="B6B0475EAD9447DE9FC8754361B4615B"/>
    <w:rsid w:val="007252F3"/>
  </w:style>
  <w:style w:type="paragraph" w:customStyle="1" w:styleId="2CFC3B5E59744F6CB0736D197A71B090">
    <w:name w:val="2CFC3B5E59744F6CB0736D197A71B090"/>
    <w:rsid w:val="007252F3"/>
  </w:style>
  <w:style w:type="paragraph" w:customStyle="1" w:styleId="6A093F89173F40DC91BF9F24DED16A18">
    <w:name w:val="6A093F89173F40DC91BF9F24DED16A18"/>
    <w:rsid w:val="007252F3"/>
  </w:style>
  <w:style w:type="paragraph" w:customStyle="1" w:styleId="C51D4545EFBF42C99AC2C44F8101A2AD">
    <w:name w:val="C51D4545EFBF42C99AC2C44F8101A2AD"/>
    <w:rsid w:val="007252F3"/>
  </w:style>
  <w:style w:type="paragraph" w:customStyle="1" w:styleId="952E3980D0C441B49BDFBB06C7006F95">
    <w:name w:val="952E3980D0C441B49BDFBB06C7006F95"/>
    <w:rsid w:val="007252F3"/>
  </w:style>
  <w:style w:type="paragraph" w:customStyle="1" w:styleId="1C3254DFE84B4E0998F1897D9E3A002D">
    <w:name w:val="1C3254DFE84B4E0998F1897D9E3A002D"/>
    <w:rsid w:val="007252F3"/>
  </w:style>
  <w:style w:type="paragraph" w:customStyle="1" w:styleId="A06C5EE655154310A2F0BB42A2065ADB">
    <w:name w:val="A06C5EE655154310A2F0BB42A2065ADB"/>
    <w:rsid w:val="007252F3"/>
  </w:style>
  <w:style w:type="paragraph" w:customStyle="1" w:styleId="735A9E99A0E0488EBF434F4CC2363A9D">
    <w:name w:val="735A9E99A0E0488EBF434F4CC2363A9D"/>
    <w:rsid w:val="007252F3"/>
  </w:style>
  <w:style w:type="paragraph" w:customStyle="1" w:styleId="34779021C2B245B5BE2741647DDFEE3D">
    <w:name w:val="34779021C2B245B5BE2741647DDFEE3D"/>
    <w:rsid w:val="007252F3"/>
  </w:style>
  <w:style w:type="paragraph" w:customStyle="1" w:styleId="A86713E47B5E4E8B92DCE501D532FEF9">
    <w:name w:val="A86713E47B5E4E8B92DCE501D532FEF9"/>
    <w:rsid w:val="007252F3"/>
  </w:style>
  <w:style w:type="paragraph" w:customStyle="1" w:styleId="86A56F04B8904C9387BE09AB6C728BD2">
    <w:name w:val="86A56F04B8904C9387BE09AB6C728BD2"/>
    <w:rsid w:val="007252F3"/>
  </w:style>
  <w:style w:type="paragraph" w:customStyle="1" w:styleId="523AD0D887144D7B99BC55D2E0EDBBE4">
    <w:name w:val="523AD0D887144D7B99BC55D2E0EDBBE4"/>
    <w:rsid w:val="007252F3"/>
  </w:style>
  <w:style w:type="paragraph" w:customStyle="1" w:styleId="17DD5C9A61E642468A2E3E1A78F2D33D">
    <w:name w:val="17DD5C9A61E642468A2E3E1A78F2D33D"/>
    <w:rsid w:val="007252F3"/>
  </w:style>
  <w:style w:type="paragraph" w:customStyle="1" w:styleId="3DDEFFFBF6D1415CBEC91D8B7015BB87">
    <w:name w:val="3DDEFFFBF6D1415CBEC91D8B7015BB87"/>
    <w:rsid w:val="007252F3"/>
  </w:style>
  <w:style w:type="paragraph" w:customStyle="1" w:styleId="A2C024DAEE8C47B09986F050CAAA4116">
    <w:name w:val="A2C024DAEE8C47B09986F050CAAA4116"/>
    <w:rsid w:val="007252F3"/>
  </w:style>
  <w:style w:type="paragraph" w:customStyle="1" w:styleId="7D55AF57FE9544CC8AC81F96193FF3C6">
    <w:name w:val="7D55AF57FE9544CC8AC81F96193FF3C6"/>
    <w:rsid w:val="007252F3"/>
  </w:style>
  <w:style w:type="paragraph" w:customStyle="1" w:styleId="FA8C2CB922B34481A8E3341FD7DCC3CF">
    <w:name w:val="FA8C2CB922B34481A8E3341FD7DCC3CF"/>
    <w:rsid w:val="007252F3"/>
  </w:style>
  <w:style w:type="paragraph" w:customStyle="1" w:styleId="16CB8FFCBBA04FFEBAB978FC1F8469F0">
    <w:name w:val="16CB8FFCBBA04FFEBAB978FC1F8469F0"/>
    <w:rsid w:val="007252F3"/>
  </w:style>
  <w:style w:type="paragraph" w:customStyle="1" w:styleId="7C9F357A37F8445586313D2616ED49B9">
    <w:name w:val="7C9F357A37F8445586313D2616ED49B9"/>
    <w:rsid w:val="007252F3"/>
  </w:style>
  <w:style w:type="paragraph" w:customStyle="1" w:styleId="D786C00776574A72BB8A3BF6FB2BFA6A">
    <w:name w:val="D786C00776574A72BB8A3BF6FB2BFA6A"/>
    <w:rsid w:val="007252F3"/>
  </w:style>
  <w:style w:type="paragraph" w:customStyle="1" w:styleId="88FA50037BAF409B8DEA7F764ABB4F2B">
    <w:name w:val="88FA50037BAF409B8DEA7F764ABB4F2B"/>
    <w:rsid w:val="007252F3"/>
  </w:style>
  <w:style w:type="paragraph" w:customStyle="1" w:styleId="5F44CBE0EECF40DC9CF3EFA37514B04A">
    <w:name w:val="5F44CBE0EECF40DC9CF3EFA37514B04A"/>
    <w:rsid w:val="007252F3"/>
  </w:style>
  <w:style w:type="paragraph" w:customStyle="1" w:styleId="32C2F3F88F3A4D8AB914B34C1008EE8E">
    <w:name w:val="32C2F3F88F3A4D8AB914B34C1008EE8E"/>
    <w:rsid w:val="007252F3"/>
  </w:style>
  <w:style w:type="paragraph" w:customStyle="1" w:styleId="8427E25BEBCD49A098C5181F744FF383">
    <w:name w:val="8427E25BEBCD49A098C5181F744FF383"/>
    <w:rsid w:val="007252F3"/>
  </w:style>
  <w:style w:type="paragraph" w:customStyle="1" w:styleId="C8DC5195D1144AA4A8B928D23D09F0DE">
    <w:name w:val="C8DC5195D1144AA4A8B928D23D09F0DE"/>
    <w:rsid w:val="007252F3"/>
  </w:style>
  <w:style w:type="paragraph" w:customStyle="1" w:styleId="2E42509687074EDA8FB5E7F974D4AA6B">
    <w:name w:val="2E42509687074EDA8FB5E7F974D4AA6B"/>
    <w:rsid w:val="007252F3"/>
  </w:style>
  <w:style w:type="paragraph" w:customStyle="1" w:styleId="FCEEAFA279C3437B8A45610046977CD6">
    <w:name w:val="FCEEAFA279C3437B8A45610046977CD6"/>
    <w:rsid w:val="007252F3"/>
  </w:style>
  <w:style w:type="paragraph" w:customStyle="1" w:styleId="6059AF6A88874CBD8619157431EDB96E">
    <w:name w:val="6059AF6A88874CBD8619157431EDB96E"/>
    <w:rsid w:val="007252F3"/>
  </w:style>
  <w:style w:type="paragraph" w:customStyle="1" w:styleId="D041D6459AD64A458739786F44B2764B">
    <w:name w:val="D041D6459AD64A458739786F44B2764B"/>
    <w:rsid w:val="007252F3"/>
  </w:style>
  <w:style w:type="paragraph" w:customStyle="1" w:styleId="09FB973E096541E1A5737A406AEE02D1">
    <w:name w:val="09FB973E096541E1A5737A406AEE02D1"/>
    <w:rsid w:val="007252F3"/>
  </w:style>
  <w:style w:type="paragraph" w:customStyle="1" w:styleId="F8C34BCC9F7C4F9FA1AE11F620630497">
    <w:name w:val="F8C34BCC9F7C4F9FA1AE11F620630497"/>
    <w:rsid w:val="007252F3"/>
  </w:style>
  <w:style w:type="paragraph" w:customStyle="1" w:styleId="F37DAE441C55400D8F38296105AA15AA">
    <w:name w:val="F37DAE441C55400D8F38296105AA15AA"/>
    <w:rsid w:val="007252F3"/>
  </w:style>
  <w:style w:type="paragraph" w:customStyle="1" w:styleId="54F09188C9904CA5A5B6A7F126F97B32">
    <w:name w:val="54F09188C9904CA5A5B6A7F126F97B32"/>
    <w:rsid w:val="007252F3"/>
  </w:style>
  <w:style w:type="paragraph" w:customStyle="1" w:styleId="6C577A9127D942F0AF2504DB0869FF8F">
    <w:name w:val="6C577A9127D942F0AF2504DB0869FF8F"/>
    <w:rsid w:val="007252F3"/>
  </w:style>
  <w:style w:type="paragraph" w:customStyle="1" w:styleId="079362A88D8540BEA44B8383A920DE01">
    <w:name w:val="079362A88D8540BEA44B8383A920DE01"/>
    <w:rsid w:val="007252F3"/>
  </w:style>
  <w:style w:type="paragraph" w:customStyle="1" w:styleId="6C09FCCD25D44594A1645359EFA5AF71">
    <w:name w:val="6C09FCCD25D44594A1645359EFA5AF71"/>
    <w:rsid w:val="007252F3"/>
  </w:style>
  <w:style w:type="paragraph" w:customStyle="1" w:styleId="185012F6012448F6A1E89D465753F7E5">
    <w:name w:val="185012F6012448F6A1E89D465753F7E5"/>
    <w:rsid w:val="007252F3"/>
  </w:style>
  <w:style w:type="paragraph" w:customStyle="1" w:styleId="83DC776EE7D44F34A7A4099CDAA7381A">
    <w:name w:val="83DC776EE7D44F34A7A4099CDAA7381A"/>
    <w:rsid w:val="007252F3"/>
  </w:style>
  <w:style w:type="paragraph" w:customStyle="1" w:styleId="C17F0645E68F435B82497016BE85FBC0">
    <w:name w:val="C17F0645E68F435B82497016BE85FBC0"/>
    <w:rsid w:val="007252F3"/>
  </w:style>
  <w:style w:type="paragraph" w:customStyle="1" w:styleId="378DAB92D3ED43DC898333CF3A99E989">
    <w:name w:val="378DAB92D3ED43DC898333CF3A99E989"/>
    <w:rsid w:val="007252F3"/>
  </w:style>
  <w:style w:type="paragraph" w:customStyle="1" w:styleId="594B7FCE92754956903678E4F0064165">
    <w:name w:val="594B7FCE92754956903678E4F0064165"/>
    <w:rsid w:val="007252F3"/>
  </w:style>
  <w:style w:type="paragraph" w:customStyle="1" w:styleId="27D4DC2BC20D4D7D86667A0084BC8C78">
    <w:name w:val="27D4DC2BC20D4D7D86667A0084BC8C78"/>
    <w:rsid w:val="007252F3"/>
  </w:style>
  <w:style w:type="paragraph" w:customStyle="1" w:styleId="FBC5EED3DF9F489EB803D3DC958B60D7">
    <w:name w:val="FBC5EED3DF9F489EB803D3DC958B60D7"/>
    <w:rsid w:val="007252F3"/>
  </w:style>
  <w:style w:type="paragraph" w:customStyle="1" w:styleId="DEF2A96F4A054D7081E54084714C309E">
    <w:name w:val="DEF2A96F4A054D7081E54084714C309E"/>
    <w:rsid w:val="007252F3"/>
  </w:style>
  <w:style w:type="paragraph" w:customStyle="1" w:styleId="72C608B7BD4B423B92AB6D95DA4A9B82">
    <w:name w:val="72C608B7BD4B423B92AB6D95DA4A9B82"/>
    <w:rsid w:val="007252F3"/>
  </w:style>
  <w:style w:type="paragraph" w:customStyle="1" w:styleId="9EA291D0B48E421F98BC69E6EB8118A4">
    <w:name w:val="9EA291D0B48E421F98BC69E6EB8118A4"/>
    <w:rsid w:val="007252F3"/>
  </w:style>
  <w:style w:type="paragraph" w:customStyle="1" w:styleId="47325E9B666445F7828F6F84602E1002">
    <w:name w:val="47325E9B666445F7828F6F84602E1002"/>
    <w:rsid w:val="007252F3"/>
  </w:style>
  <w:style w:type="paragraph" w:customStyle="1" w:styleId="4FA27CEE04FD4226A36DFB15E38A6BFD">
    <w:name w:val="4FA27CEE04FD4226A36DFB15E38A6BFD"/>
    <w:rsid w:val="007252F3"/>
  </w:style>
  <w:style w:type="paragraph" w:customStyle="1" w:styleId="8B7797004AE647509D88FDCE153F4ADD">
    <w:name w:val="8B7797004AE647509D88FDCE153F4ADD"/>
    <w:rsid w:val="007252F3"/>
  </w:style>
  <w:style w:type="paragraph" w:customStyle="1" w:styleId="F32F556FC4F04F64B07EC5ECBCE2A096">
    <w:name w:val="F32F556FC4F04F64B07EC5ECBCE2A096"/>
    <w:rsid w:val="007252F3"/>
  </w:style>
  <w:style w:type="paragraph" w:customStyle="1" w:styleId="C25A1310BC674489BAFABD99F2368970">
    <w:name w:val="C25A1310BC674489BAFABD99F2368970"/>
    <w:rsid w:val="007252F3"/>
  </w:style>
  <w:style w:type="paragraph" w:customStyle="1" w:styleId="61DFF51D6ED54403A1667FFACE8F0030">
    <w:name w:val="61DFF51D6ED54403A1667FFACE8F0030"/>
    <w:rsid w:val="007252F3"/>
  </w:style>
  <w:style w:type="paragraph" w:customStyle="1" w:styleId="C3F004EB766747CAB884CABCC2D88AF3">
    <w:name w:val="C3F004EB766747CAB884CABCC2D88AF3"/>
    <w:rsid w:val="007252F3"/>
  </w:style>
  <w:style w:type="paragraph" w:customStyle="1" w:styleId="8CC4A80B20F54798A9FD1934D51695F7">
    <w:name w:val="8CC4A80B20F54798A9FD1934D51695F7"/>
    <w:rsid w:val="007252F3"/>
  </w:style>
  <w:style w:type="paragraph" w:customStyle="1" w:styleId="A24E5B707E38420C9CD7D796F8400BAB">
    <w:name w:val="A24E5B707E38420C9CD7D796F8400BAB"/>
    <w:rsid w:val="007252F3"/>
  </w:style>
  <w:style w:type="paragraph" w:customStyle="1" w:styleId="51B78CBECB6D4AE186A84B6DC43E0197">
    <w:name w:val="51B78CBECB6D4AE186A84B6DC43E0197"/>
    <w:rsid w:val="007252F3"/>
  </w:style>
  <w:style w:type="paragraph" w:customStyle="1" w:styleId="B04BACDD44654D638F56E827EDB95598">
    <w:name w:val="B04BACDD44654D638F56E827EDB95598"/>
    <w:rsid w:val="007252F3"/>
  </w:style>
  <w:style w:type="paragraph" w:customStyle="1" w:styleId="2B5785C4AB874E769F5A386A1F9329EF">
    <w:name w:val="2B5785C4AB874E769F5A386A1F9329EF"/>
    <w:rsid w:val="007252F3"/>
  </w:style>
  <w:style w:type="paragraph" w:customStyle="1" w:styleId="214FB75B8B0446208C0C651D8FEBCEBF">
    <w:name w:val="214FB75B8B0446208C0C651D8FEBCEBF"/>
    <w:rsid w:val="007252F3"/>
  </w:style>
  <w:style w:type="paragraph" w:customStyle="1" w:styleId="846963988D504CEEA945F056A019D808">
    <w:name w:val="846963988D504CEEA945F056A019D808"/>
    <w:rsid w:val="007252F3"/>
  </w:style>
  <w:style w:type="paragraph" w:customStyle="1" w:styleId="B95F19CCE1E948638854BACEF5043615">
    <w:name w:val="B95F19CCE1E948638854BACEF5043615"/>
    <w:rsid w:val="007252F3"/>
  </w:style>
  <w:style w:type="paragraph" w:customStyle="1" w:styleId="83656AA409BB490FB09F01B2E3BA681C">
    <w:name w:val="83656AA409BB490FB09F01B2E3BA681C"/>
    <w:rsid w:val="007252F3"/>
  </w:style>
  <w:style w:type="paragraph" w:customStyle="1" w:styleId="0EFBFB26DFE3474CBFFFAA917240D679">
    <w:name w:val="0EFBFB26DFE3474CBFFFAA917240D679"/>
    <w:rsid w:val="007252F3"/>
  </w:style>
  <w:style w:type="paragraph" w:customStyle="1" w:styleId="66D2DA7D280942E1AD19D616777E5FB6">
    <w:name w:val="66D2DA7D280942E1AD19D616777E5FB6"/>
    <w:rsid w:val="007252F3"/>
  </w:style>
  <w:style w:type="paragraph" w:customStyle="1" w:styleId="0517FC8D2F464CB2A107E953995C912E">
    <w:name w:val="0517FC8D2F464CB2A107E953995C912E"/>
    <w:rsid w:val="007252F3"/>
  </w:style>
  <w:style w:type="paragraph" w:customStyle="1" w:styleId="C1E4DFC95EC74FFD94D219936980F954">
    <w:name w:val="C1E4DFC95EC74FFD94D219936980F954"/>
    <w:rsid w:val="007252F3"/>
  </w:style>
  <w:style w:type="paragraph" w:customStyle="1" w:styleId="5B0C20D2BD8B44BBB45DA8B7F83092DE">
    <w:name w:val="5B0C20D2BD8B44BBB45DA8B7F83092DE"/>
    <w:rsid w:val="007252F3"/>
  </w:style>
  <w:style w:type="paragraph" w:customStyle="1" w:styleId="A3DB9BB5DE1D4A799B36F87F3883EFAB">
    <w:name w:val="A3DB9BB5DE1D4A799B36F87F3883EFAB"/>
    <w:rsid w:val="007252F3"/>
  </w:style>
  <w:style w:type="paragraph" w:customStyle="1" w:styleId="9D1CE23F29E248A6B3B961A744423E65">
    <w:name w:val="9D1CE23F29E248A6B3B961A744423E65"/>
    <w:rsid w:val="007252F3"/>
  </w:style>
  <w:style w:type="paragraph" w:customStyle="1" w:styleId="16FAA19545394C3BB121D549DC5ACC37">
    <w:name w:val="16FAA19545394C3BB121D549DC5ACC37"/>
    <w:rsid w:val="007252F3"/>
  </w:style>
  <w:style w:type="paragraph" w:customStyle="1" w:styleId="CBEFE02B17824572851AA1501BA256BB">
    <w:name w:val="CBEFE02B17824572851AA1501BA256BB"/>
    <w:rsid w:val="007252F3"/>
  </w:style>
  <w:style w:type="paragraph" w:customStyle="1" w:styleId="0E9122B6EE854F7EACDC75B0D0091982">
    <w:name w:val="0E9122B6EE854F7EACDC75B0D0091982"/>
    <w:rsid w:val="007252F3"/>
  </w:style>
  <w:style w:type="paragraph" w:customStyle="1" w:styleId="CCAEFC977072470293392E5ED9393CB8">
    <w:name w:val="CCAEFC977072470293392E5ED9393CB8"/>
    <w:rsid w:val="007252F3"/>
  </w:style>
  <w:style w:type="paragraph" w:customStyle="1" w:styleId="7278290DD2144052BC5D160CC35D3AD0">
    <w:name w:val="7278290DD2144052BC5D160CC35D3AD0"/>
    <w:rsid w:val="007252F3"/>
  </w:style>
  <w:style w:type="paragraph" w:customStyle="1" w:styleId="2A3256F1A7684F13A34A27F331D01524">
    <w:name w:val="2A3256F1A7684F13A34A27F331D01524"/>
    <w:rsid w:val="007252F3"/>
  </w:style>
  <w:style w:type="paragraph" w:customStyle="1" w:styleId="336D43A84F634CFB9E2BF7526BBD14BC">
    <w:name w:val="336D43A84F634CFB9E2BF7526BBD14BC"/>
    <w:rsid w:val="007252F3"/>
  </w:style>
  <w:style w:type="paragraph" w:customStyle="1" w:styleId="527FAC5AE8CD484689FA9333B7A88A77">
    <w:name w:val="527FAC5AE8CD484689FA9333B7A88A77"/>
    <w:rsid w:val="007252F3"/>
  </w:style>
  <w:style w:type="paragraph" w:customStyle="1" w:styleId="7AB0737820D94F88B0529B18338509DF">
    <w:name w:val="7AB0737820D94F88B0529B18338509DF"/>
    <w:rsid w:val="007252F3"/>
  </w:style>
  <w:style w:type="paragraph" w:customStyle="1" w:styleId="91CA0EE89CC64537BA12843A6F9FBB82">
    <w:name w:val="91CA0EE89CC64537BA12843A6F9FBB82"/>
    <w:rsid w:val="007252F3"/>
  </w:style>
  <w:style w:type="paragraph" w:customStyle="1" w:styleId="9898B30E982941B78A7B1A7FEC705C1C">
    <w:name w:val="9898B30E982941B78A7B1A7FEC705C1C"/>
    <w:rsid w:val="007252F3"/>
  </w:style>
  <w:style w:type="paragraph" w:customStyle="1" w:styleId="5C66F3E4F4DB4D258C146C65D5831562">
    <w:name w:val="5C66F3E4F4DB4D258C146C65D5831562"/>
    <w:rsid w:val="007252F3"/>
  </w:style>
  <w:style w:type="paragraph" w:customStyle="1" w:styleId="16D1CDF08531413DA633FF2CFBA9BB68">
    <w:name w:val="16D1CDF08531413DA633FF2CFBA9BB68"/>
    <w:rsid w:val="007252F3"/>
  </w:style>
  <w:style w:type="paragraph" w:customStyle="1" w:styleId="A4E64D8778DC4344B0BE0A909FA4A7FF">
    <w:name w:val="A4E64D8778DC4344B0BE0A909FA4A7FF"/>
    <w:rsid w:val="007252F3"/>
  </w:style>
  <w:style w:type="paragraph" w:customStyle="1" w:styleId="AD7A3F7E311048E5B5E64B890221DDD1">
    <w:name w:val="AD7A3F7E311048E5B5E64B890221DDD1"/>
    <w:rsid w:val="007252F3"/>
  </w:style>
  <w:style w:type="paragraph" w:customStyle="1" w:styleId="AC89076FBCB94B5385ACA5A79D72C0D0">
    <w:name w:val="AC89076FBCB94B5385ACA5A79D72C0D0"/>
    <w:rsid w:val="007252F3"/>
  </w:style>
  <w:style w:type="paragraph" w:customStyle="1" w:styleId="35C8D37A7B864C6381543392DAAF85C3">
    <w:name w:val="35C8D37A7B864C6381543392DAAF85C3"/>
    <w:rsid w:val="007252F3"/>
  </w:style>
  <w:style w:type="paragraph" w:customStyle="1" w:styleId="01E175790B7F4436B7CD229238884DF7">
    <w:name w:val="01E175790B7F4436B7CD229238884DF7"/>
    <w:rsid w:val="007252F3"/>
  </w:style>
  <w:style w:type="paragraph" w:customStyle="1" w:styleId="20BDAD7C51654307A9D31A2CAFC7F125">
    <w:name w:val="20BDAD7C51654307A9D31A2CAFC7F125"/>
    <w:rsid w:val="007252F3"/>
  </w:style>
  <w:style w:type="paragraph" w:customStyle="1" w:styleId="AA75628AB15D451C9D6DD48BA6F2972F">
    <w:name w:val="AA75628AB15D451C9D6DD48BA6F2972F"/>
    <w:rsid w:val="007252F3"/>
  </w:style>
  <w:style w:type="paragraph" w:customStyle="1" w:styleId="7755C205C3E44755A96C04245829445B">
    <w:name w:val="7755C205C3E44755A96C04245829445B"/>
    <w:rsid w:val="007252F3"/>
  </w:style>
  <w:style w:type="paragraph" w:customStyle="1" w:styleId="E9B80A82636A4F38AFC77932600D2DD9">
    <w:name w:val="E9B80A82636A4F38AFC77932600D2DD9"/>
    <w:rsid w:val="007252F3"/>
  </w:style>
  <w:style w:type="paragraph" w:customStyle="1" w:styleId="7C6CE80A690742D196821E10B7B0268A">
    <w:name w:val="7C6CE80A690742D196821E10B7B0268A"/>
    <w:rsid w:val="007252F3"/>
  </w:style>
  <w:style w:type="paragraph" w:customStyle="1" w:styleId="1D3B63BE3CEF4EDA8EDED194D036E238">
    <w:name w:val="1D3B63BE3CEF4EDA8EDED194D036E238"/>
    <w:rsid w:val="007252F3"/>
  </w:style>
  <w:style w:type="paragraph" w:customStyle="1" w:styleId="AB6CD444AFA4469AB52049FDEE3E4652">
    <w:name w:val="AB6CD444AFA4469AB52049FDEE3E4652"/>
    <w:rsid w:val="007252F3"/>
  </w:style>
  <w:style w:type="paragraph" w:customStyle="1" w:styleId="6DA2D275FB364125A0C7868141E405BD">
    <w:name w:val="6DA2D275FB364125A0C7868141E405BD"/>
    <w:rsid w:val="007252F3"/>
  </w:style>
  <w:style w:type="paragraph" w:customStyle="1" w:styleId="1832C13D180142E3B4CD05B3319E1ED4">
    <w:name w:val="1832C13D180142E3B4CD05B3319E1ED4"/>
    <w:rsid w:val="007252F3"/>
  </w:style>
  <w:style w:type="paragraph" w:customStyle="1" w:styleId="8DB68EF61617489EA4786C7F9485DF3E">
    <w:name w:val="8DB68EF61617489EA4786C7F9485DF3E"/>
    <w:rsid w:val="007252F3"/>
  </w:style>
  <w:style w:type="paragraph" w:customStyle="1" w:styleId="6F49A7A3C333460EB83F382A8DCBCA0C">
    <w:name w:val="6F49A7A3C333460EB83F382A8DCBCA0C"/>
    <w:rsid w:val="007252F3"/>
  </w:style>
  <w:style w:type="paragraph" w:customStyle="1" w:styleId="4B246EE824514374B0ADF440C6F23305">
    <w:name w:val="4B246EE824514374B0ADF440C6F23305"/>
    <w:rsid w:val="007252F3"/>
  </w:style>
  <w:style w:type="paragraph" w:customStyle="1" w:styleId="91A53FA6CC144494806B3599383001F1">
    <w:name w:val="91A53FA6CC144494806B3599383001F1"/>
    <w:rsid w:val="007252F3"/>
  </w:style>
  <w:style w:type="paragraph" w:customStyle="1" w:styleId="2C6A1CBAFDC743BF9E182D506ACBFD4D">
    <w:name w:val="2C6A1CBAFDC743BF9E182D506ACBFD4D"/>
    <w:rsid w:val="007252F3"/>
  </w:style>
  <w:style w:type="paragraph" w:customStyle="1" w:styleId="D87331BA865D45A6A89D404D3F39F54A">
    <w:name w:val="D87331BA865D45A6A89D404D3F39F54A"/>
    <w:rsid w:val="007252F3"/>
  </w:style>
  <w:style w:type="paragraph" w:customStyle="1" w:styleId="00CD1F13857C4FE2BC1EBB4A835E8E38">
    <w:name w:val="00CD1F13857C4FE2BC1EBB4A835E8E38"/>
    <w:rsid w:val="007252F3"/>
  </w:style>
  <w:style w:type="paragraph" w:customStyle="1" w:styleId="AC84D78B4C8540E9B86551A886A4C397">
    <w:name w:val="AC84D78B4C8540E9B86551A886A4C397"/>
    <w:rsid w:val="007252F3"/>
  </w:style>
  <w:style w:type="paragraph" w:customStyle="1" w:styleId="CEE6F581EA7C4E87888B1A13EAEC380A">
    <w:name w:val="CEE6F581EA7C4E87888B1A13EAEC380A"/>
    <w:rsid w:val="007252F3"/>
  </w:style>
  <w:style w:type="paragraph" w:customStyle="1" w:styleId="D9C40639A8CB4ED0A734AB02F54AF917">
    <w:name w:val="D9C40639A8CB4ED0A734AB02F54AF917"/>
    <w:rsid w:val="007252F3"/>
  </w:style>
  <w:style w:type="paragraph" w:customStyle="1" w:styleId="A02258BC33474B79AF364142B8DCE569">
    <w:name w:val="A02258BC33474B79AF364142B8DCE569"/>
    <w:rsid w:val="007252F3"/>
  </w:style>
  <w:style w:type="paragraph" w:customStyle="1" w:styleId="E14B1CB95D964CFE9607B4E6FC7B05F1">
    <w:name w:val="E14B1CB95D964CFE9607B4E6FC7B05F1"/>
    <w:rsid w:val="007252F3"/>
  </w:style>
  <w:style w:type="paragraph" w:customStyle="1" w:styleId="005A0C9FC78C4EE583E4C925148E3FC7">
    <w:name w:val="005A0C9FC78C4EE583E4C925148E3FC7"/>
    <w:rsid w:val="007252F3"/>
  </w:style>
  <w:style w:type="paragraph" w:customStyle="1" w:styleId="56BD6A366D4C40EFA7C38E8B32599978">
    <w:name w:val="56BD6A366D4C40EFA7C38E8B32599978"/>
    <w:rsid w:val="007252F3"/>
  </w:style>
  <w:style w:type="paragraph" w:customStyle="1" w:styleId="C35EE7A08981488EB1D92EB4F5EA3E31">
    <w:name w:val="C35EE7A08981488EB1D92EB4F5EA3E31"/>
    <w:rsid w:val="007252F3"/>
  </w:style>
  <w:style w:type="paragraph" w:customStyle="1" w:styleId="4BED005194EE46C08EB8C638086FB71F">
    <w:name w:val="4BED005194EE46C08EB8C638086FB71F"/>
    <w:rsid w:val="007252F3"/>
  </w:style>
  <w:style w:type="paragraph" w:customStyle="1" w:styleId="D8B9F7F71AC946649ED2C8A5233652CF">
    <w:name w:val="D8B9F7F71AC946649ED2C8A5233652CF"/>
    <w:rsid w:val="007252F3"/>
  </w:style>
  <w:style w:type="paragraph" w:customStyle="1" w:styleId="76BAB1CEA38E4E4084B6B08807B6EB55">
    <w:name w:val="76BAB1CEA38E4E4084B6B08807B6EB55"/>
    <w:rsid w:val="007252F3"/>
  </w:style>
  <w:style w:type="paragraph" w:customStyle="1" w:styleId="7B49508F207E41CAA893B5521E62DD07">
    <w:name w:val="7B49508F207E41CAA893B5521E62DD07"/>
    <w:rsid w:val="007252F3"/>
  </w:style>
  <w:style w:type="paragraph" w:customStyle="1" w:styleId="35FA189E6AE347FF87FFE6C19952B3F3">
    <w:name w:val="35FA189E6AE347FF87FFE6C19952B3F3"/>
    <w:rsid w:val="007252F3"/>
  </w:style>
  <w:style w:type="paragraph" w:customStyle="1" w:styleId="C7B187AC53B04FE9AB22BB1C005C106F">
    <w:name w:val="C7B187AC53B04FE9AB22BB1C005C106F"/>
    <w:rsid w:val="007252F3"/>
  </w:style>
  <w:style w:type="paragraph" w:customStyle="1" w:styleId="0BB757CB65C44981913017EC31E778EF">
    <w:name w:val="0BB757CB65C44981913017EC31E778EF"/>
    <w:rsid w:val="007252F3"/>
  </w:style>
  <w:style w:type="paragraph" w:customStyle="1" w:styleId="2FE18A9F41BC4C5BA77914B2E8B2F370">
    <w:name w:val="2FE18A9F41BC4C5BA77914B2E8B2F370"/>
    <w:rsid w:val="007252F3"/>
  </w:style>
  <w:style w:type="paragraph" w:customStyle="1" w:styleId="B38916A0661044A99CFB48939CF6E53D">
    <w:name w:val="B38916A0661044A99CFB48939CF6E53D"/>
    <w:rsid w:val="007252F3"/>
  </w:style>
  <w:style w:type="paragraph" w:customStyle="1" w:styleId="F5B8678194D74EBCA42BFE1BCEA3215C">
    <w:name w:val="F5B8678194D74EBCA42BFE1BCEA3215C"/>
    <w:rsid w:val="007252F3"/>
  </w:style>
  <w:style w:type="paragraph" w:customStyle="1" w:styleId="9D9E7635395848DE94CFB8F2E4CC4842">
    <w:name w:val="9D9E7635395848DE94CFB8F2E4CC4842"/>
    <w:rsid w:val="007252F3"/>
  </w:style>
  <w:style w:type="paragraph" w:customStyle="1" w:styleId="DAC9EEE154A34A049C40C07509656673">
    <w:name w:val="DAC9EEE154A34A049C40C07509656673"/>
    <w:rsid w:val="007252F3"/>
  </w:style>
  <w:style w:type="paragraph" w:customStyle="1" w:styleId="A34E7798CE0E4E33AE21DB4C2E6642DF">
    <w:name w:val="A34E7798CE0E4E33AE21DB4C2E6642DF"/>
    <w:rsid w:val="007252F3"/>
  </w:style>
  <w:style w:type="paragraph" w:customStyle="1" w:styleId="12C403E27B0C48269F6F775885F5790A">
    <w:name w:val="12C403E27B0C48269F6F775885F5790A"/>
    <w:rsid w:val="007252F3"/>
  </w:style>
  <w:style w:type="paragraph" w:customStyle="1" w:styleId="9DFE034F56B24227862E04046C214FB1">
    <w:name w:val="9DFE034F56B24227862E04046C214FB1"/>
    <w:rsid w:val="007252F3"/>
  </w:style>
  <w:style w:type="paragraph" w:customStyle="1" w:styleId="59C7CEEB0D6A4CCCA3717B0AD07EBF18">
    <w:name w:val="59C7CEEB0D6A4CCCA3717B0AD07EBF18"/>
    <w:rsid w:val="007252F3"/>
  </w:style>
  <w:style w:type="paragraph" w:customStyle="1" w:styleId="67E6D436F7144C3E8DF08B0DF399C4A0">
    <w:name w:val="67E6D436F7144C3E8DF08B0DF399C4A0"/>
    <w:rsid w:val="007252F3"/>
  </w:style>
  <w:style w:type="paragraph" w:customStyle="1" w:styleId="D37BB4B1DF1845D182B7F973A410FAD1">
    <w:name w:val="D37BB4B1DF1845D182B7F973A410FAD1"/>
    <w:rsid w:val="007252F3"/>
  </w:style>
  <w:style w:type="paragraph" w:customStyle="1" w:styleId="48E6B66097C1486EAB201325A030DA5E">
    <w:name w:val="48E6B66097C1486EAB201325A030DA5E"/>
    <w:rsid w:val="007252F3"/>
  </w:style>
  <w:style w:type="paragraph" w:customStyle="1" w:styleId="2FC6A9645E8040E9B2155EADE02B80F4">
    <w:name w:val="2FC6A9645E8040E9B2155EADE02B80F4"/>
    <w:rsid w:val="007252F3"/>
  </w:style>
  <w:style w:type="paragraph" w:customStyle="1" w:styleId="46339C45B88B478B96742123D4272979">
    <w:name w:val="46339C45B88B478B96742123D4272979"/>
    <w:rsid w:val="007252F3"/>
  </w:style>
  <w:style w:type="paragraph" w:customStyle="1" w:styleId="47ACE7A0E3934392986BE1B8FC2365B8">
    <w:name w:val="47ACE7A0E3934392986BE1B8FC2365B8"/>
    <w:rsid w:val="007252F3"/>
  </w:style>
  <w:style w:type="paragraph" w:customStyle="1" w:styleId="B6914AB6E4594D5EBD0000C46DEFFFF4">
    <w:name w:val="B6914AB6E4594D5EBD0000C46DEFFFF4"/>
    <w:rsid w:val="007252F3"/>
  </w:style>
  <w:style w:type="paragraph" w:customStyle="1" w:styleId="A1E93110313D4898A2E159059C3EA3D1">
    <w:name w:val="A1E93110313D4898A2E159059C3EA3D1"/>
    <w:rsid w:val="007252F3"/>
  </w:style>
  <w:style w:type="paragraph" w:customStyle="1" w:styleId="B562AB8D09F943159CEF4CF37C8202D8">
    <w:name w:val="B562AB8D09F943159CEF4CF37C8202D8"/>
    <w:rsid w:val="007252F3"/>
  </w:style>
  <w:style w:type="paragraph" w:customStyle="1" w:styleId="F23156BFC3BE439188F5B681E7775D65">
    <w:name w:val="F23156BFC3BE439188F5B681E7775D65"/>
    <w:rsid w:val="007252F3"/>
  </w:style>
  <w:style w:type="paragraph" w:customStyle="1" w:styleId="40250297AB494EACB5AAA9AE3DEB54FD">
    <w:name w:val="40250297AB494EACB5AAA9AE3DEB54FD"/>
    <w:rsid w:val="007252F3"/>
  </w:style>
  <w:style w:type="paragraph" w:customStyle="1" w:styleId="69D8EF90F80A41C8B6A8CDBC264F50EA">
    <w:name w:val="69D8EF90F80A41C8B6A8CDBC264F50EA"/>
    <w:rsid w:val="007252F3"/>
  </w:style>
  <w:style w:type="paragraph" w:customStyle="1" w:styleId="2A8FE9265E79466590BFB4C3CA0C2E28">
    <w:name w:val="2A8FE9265E79466590BFB4C3CA0C2E28"/>
    <w:rsid w:val="007252F3"/>
  </w:style>
  <w:style w:type="paragraph" w:customStyle="1" w:styleId="AE0D6A873F7E4AE6871CEF8CA198063B">
    <w:name w:val="AE0D6A873F7E4AE6871CEF8CA198063B"/>
    <w:rsid w:val="007252F3"/>
  </w:style>
  <w:style w:type="paragraph" w:customStyle="1" w:styleId="B7A1BCB4EF1B410E90E19C5E9D5FC823">
    <w:name w:val="B7A1BCB4EF1B410E90E19C5E9D5FC823"/>
    <w:rsid w:val="007252F3"/>
  </w:style>
  <w:style w:type="paragraph" w:customStyle="1" w:styleId="A260E16E371B4B8AA5AEC4FDF24D726A">
    <w:name w:val="A260E16E371B4B8AA5AEC4FDF24D726A"/>
    <w:rsid w:val="007252F3"/>
  </w:style>
  <w:style w:type="paragraph" w:customStyle="1" w:styleId="84834E38956E45609E88A2C066E5DE1E">
    <w:name w:val="84834E38956E45609E88A2C066E5DE1E"/>
    <w:rsid w:val="007252F3"/>
  </w:style>
  <w:style w:type="paragraph" w:customStyle="1" w:styleId="F51F4FAD7B9E46DBBC30CFD35626329F">
    <w:name w:val="F51F4FAD7B9E46DBBC30CFD35626329F"/>
    <w:rsid w:val="007252F3"/>
  </w:style>
  <w:style w:type="paragraph" w:customStyle="1" w:styleId="FEDFB7F271634F9CBB97A3F47DC4C475">
    <w:name w:val="FEDFB7F271634F9CBB97A3F47DC4C475"/>
    <w:rsid w:val="007252F3"/>
  </w:style>
  <w:style w:type="paragraph" w:customStyle="1" w:styleId="783B76C3624142AD8148B5B1D65F4879">
    <w:name w:val="783B76C3624142AD8148B5B1D65F4879"/>
    <w:rsid w:val="007252F3"/>
  </w:style>
  <w:style w:type="paragraph" w:customStyle="1" w:styleId="26EAD09DA36B4D24BF46B9BC4F2FDA56">
    <w:name w:val="26EAD09DA36B4D24BF46B9BC4F2FDA56"/>
    <w:rsid w:val="007252F3"/>
  </w:style>
  <w:style w:type="paragraph" w:customStyle="1" w:styleId="6D289881346E46DBA984D3A3197839F1">
    <w:name w:val="6D289881346E46DBA984D3A3197839F1"/>
    <w:rsid w:val="007252F3"/>
  </w:style>
  <w:style w:type="paragraph" w:customStyle="1" w:styleId="E3E6FDE7A61844DC840DC098A9D349DD">
    <w:name w:val="E3E6FDE7A61844DC840DC098A9D349DD"/>
    <w:rsid w:val="007252F3"/>
  </w:style>
  <w:style w:type="paragraph" w:customStyle="1" w:styleId="476597AF6B8241EDB8A5F3D326C1FD26">
    <w:name w:val="476597AF6B8241EDB8A5F3D326C1FD26"/>
    <w:rsid w:val="007252F3"/>
  </w:style>
  <w:style w:type="paragraph" w:customStyle="1" w:styleId="6FD71A608A9F47F0BAD16AB2BA755AE5">
    <w:name w:val="6FD71A608A9F47F0BAD16AB2BA755AE5"/>
    <w:rsid w:val="007252F3"/>
  </w:style>
  <w:style w:type="paragraph" w:customStyle="1" w:styleId="57146D1F00EF48B99A09166438E8C185">
    <w:name w:val="57146D1F00EF48B99A09166438E8C185"/>
    <w:rsid w:val="007252F3"/>
  </w:style>
  <w:style w:type="paragraph" w:customStyle="1" w:styleId="1ED22A3307E04248940C2DFE2ACA454A">
    <w:name w:val="1ED22A3307E04248940C2DFE2ACA454A"/>
    <w:rsid w:val="007252F3"/>
  </w:style>
  <w:style w:type="paragraph" w:customStyle="1" w:styleId="812C901A560B437388C1E8C27FFA3053">
    <w:name w:val="812C901A560B437388C1E8C27FFA3053"/>
    <w:rsid w:val="007252F3"/>
  </w:style>
  <w:style w:type="paragraph" w:customStyle="1" w:styleId="AF2FECB6F93C49B880EC76872EC7F302">
    <w:name w:val="AF2FECB6F93C49B880EC76872EC7F302"/>
    <w:rsid w:val="007252F3"/>
  </w:style>
  <w:style w:type="paragraph" w:customStyle="1" w:styleId="674565974EAA43BFAD16BEF097BA5464">
    <w:name w:val="674565974EAA43BFAD16BEF097BA5464"/>
    <w:rsid w:val="007252F3"/>
  </w:style>
  <w:style w:type="paragraph" w:customStyle="1" w:styleId="7590EB0A197047A383D77FFDC1092997">
    <w:name w:val="7590EB0A197047A383D77FFDC1092997"/>
    <w:rsid w:val="007252F3"/>
  </w:style>
  <w:style w:type="paragraph" w:customStyle="1" w:styleId="2C83D8B731D34B10A5F0D1E27704EC3D">
    <w:name w:val="2C83D8B731D34B10A5F0D1E27704EC3D"/>
    <w:rsid w:val="007252F3"/>
  </w:style>
  <w:style w:type="paragraph" w:customStyle="1" w:styleId="27F7E18DB717441FB74C8575AECA11BF">
    <w:name w:val="27F7E18DB717441FB74C8575AECA11BF"/>
    <w:rsid w:val="007252F3"/>
  </w:style>
  <w:style w:type="paragraph" w:customStyle="1" w:styleId="12BC401E947E45949FDB96A452E89643">
    <w:name w:val="12BC401E947E45949FDB96A452E89643"/>
    <w:rsid w:val="007252F3"/>
  </w:style>
  <w:style w:type="paragraph" w:customStyle="1" w:styleId="7843B6BB3718499B962615FF7E528828">
    <w:name w:val="7843B6BB3718499B962615FF7E528828"/>
    <w:rsid w:val="007252F3"/>
  </w:style>
  <w:style w:type="paragraph" w:customStyle="1" w:styleId="AD21E797331B4790A0BF7C836532656F">
    <w:name w:val="AD21E797331B4790A0BF7C836532656F"/>
    <w:rsid w:val="007252F3"/>
  </w:style>
  <w:style w:type="paragraph" w:customStyle="1" w:styleId="62601C988DAE4198A2405846B97BF274">
    <w:name w:val="62601C988DAE4198A2405846B97BF274"/>
    <w:rsid w:val="007252F3"/>
  </w:style>
  <w:style w:type="paragraph" w:customStyle="1" w:styleId="A2AFFBEF81504A2C8F57B9AEE845D161">
    <w:name w:val="A2AFFBEF81504A2C8F57B9AEE845D161"/>
    <w:rsid w:val="007252F3"/>
  </w:style>
  <w:style w:type="paragraph" w:customStyle="1" w:styleId="F38456EB443147BB9BB39793B7480949">
    <w:name w:val="F38456EB443147BB9BB39793B7480949"/>
    <w:rsid w:val="007252F3"/>
  </w:style>
  <w:style w:type="paragraph" w:customStyle="1" w:styleId="E8954DE9E8E64502906A700FAA38AC31">
    <w:name w:val="E8954DE9E8E64502906A700FAA38AC31"/>
    <w:rsid w:val="007252F3"/>
  </w:style>
  <w:style w:type="paragraph" w:customStyle="1" w:styleId="2CAB76E93613425AA40C130E49B9B054">
    <w:name w:val="2CAB76E93613425AA40C130E49B9B054"/>
    <w:rsid w:val="007252F3"/>
  </w:style>
  <w:style w:type="paragraph" w:customStyle="1" w:styleId="7C44489D3FEF49BA8F38B6243B3DC10A">
    <w:name w:val="7C44489D3FEF49BA8F38B6243B3DC10A"/>
    <w:rsid w:val="007252F3"/>
  </w:style>
  <w:style w:type="paragraph" w:customStyle="1" w:styleId="1AE72CB7237C4A0A96D9571B26629389">
    <w:name w:val="1AE72CB7237C4A0A96D9571B26629389"/>
    <w:rsid w:val="007252F3"/>
  </w:style>
  <w:style w:type="paragraph" w:customStyle="1" w:styleId="738A8073E42049388B568CC2F7B70CBB">
    <w:name w:val="738A8073E42049388B568CC2F7B70CBB"/>
    <w:rsid w:val="007252F3"/>
  </w:style>
  <w:style w:type="paragraph" w:customStyle="1" w:styleId="79D9A8B7AFB14693A47AE596ABAFD4FA">
    <w:name w:val="79D9A8B7AFB14693A47AE596ABAFD4FA"/>
    <w:rsid w:val="007252F3"/>
  </w:style>
  <w:style w:type="paragraph" w:customStyle="1" w:styleId="4FD4C7D599C84194A887428884F410A4">
    <w:name w:val="4FD4C7D599C84194A887428884F410A4"/>
    <w:rsid w:val="007252F3"/>
  </w:style>
  <w:style w:type="paragraph" w:customStyle="1" w:styleId="A6CCDE3DCA8B4698A1FBB2A4276015DC">
    <w:name w:val="A6CCDE3DCA8B4698A1FBB2A4276015DC"/>
    <w:rsid w:val="007252F3"/>
  </w:style>
  <w:style w:type="paragraph" w:customStyle="1" w:styleId="4BC83545685A41D3B49EC79887BB9FF9">
    <w:name w:val="4BC83545685A41D3B49EC79887BB9FF9"/>
    <w:rsid w:val="007252F3"/>
  </w:style>
  <w:style w:type="paragraph" w:customStyle="1" w:styleId="482A835B2C654C35B6E157937A9BFF43">
    <w:name w:val="482A835B2C654C35B6E157937A9BFF43"/>
    <w:rsid w:val="007252F3"/>
  </w:style>
  <w:style w:type="paragraph" w:customStyle="1" w:styleId="BC76139F3F8A4A0195B7889E4564B93F">
    <w:name w:val="BC76139F3F8A4A0195B7889E4564B93F"/>
    <w:rsid w:val="007252F3"/>
  </w:style>
  <w:style w:type="paragraph" w:customStyle="1" w:styleId="3F388A51B4564563BCD2B22303509E79">
    <w:name w:val="3F388A51B4564563BCD2B22303509E79"/>
    <w:rsid w:val="007252F3"/>
  </w:style>
  <w:style w:type="paragraph" w:customStyle="1" w:styleId="381851BD6EA94B3184BB27E7C938A92C">
    <w:name w:val="381851BD6EA94B3184BB27E7C938A92C"/>
    <w:rsid w:val="007252F3"/>
  </w:style>
  <w:style w:type="paragraph" w:customStyle="1" w:styleId="951A8206F57C46929B691C0927A5DD2E">
    <w:name w:val="951A8206F57C46929B691C0927A5DD2E"/>
    <w:rsid w:val="007252F3"/>
  </w:style>
  <w:style w:type="paragraph" w:customStyle="1" w:styleId="675DAA86D8314316853B61D5B29F8600">
    <w:name w:val="675DAA86D8314316853B61D5B29F8600"/>
    <w:rsid w:val="007252F3"/>
  </w:style>
  <w:style w:type="paragraph" w:customStyle="1" w:styleId="5B79CBAE99B542CF929C3E7013A49E54">
    <w:name w:val="5B79CBAE99B542CF929C3E7013A49E54"/>
    <w:rsid w:val="007252F3"/>
  </w:style>
  <w:style w:type="paragraph" w:customStyle="1" w:styleId="2566C39D7B89468287C5D7DAC0E08646">
    <w:name w:val="2566C39D7B89468287C5D7DAC0E08646"/>
    <w:rsid w:val="007252F3"/>
  </w:style>
  <w:style w:type="paragraph" w:customStyle="1" w:styleId="B30F2B4E2EF3404EAD770B227134A652">
    <w:name w:val="B30F2B4E2EF3404EAD770B227134A652"/>
    <w:rsid w:val="007252F3"/>
  </w:style>
  <w:style w:type="paragraph" w:customStyle="1" w:styleId="4B464D7F5E4D4517A00130947F9C5C27">
    <w:name w:val="4B464D7F5E4D4517A00130947F9C5C27"/>
    <w:rsid w:val="007252F3"/>
  </w:style>
  <w:style w:type="paragraph" w:customStyle="1" w:styleId="0CF7944AF5FC46D4BA05A96EF338A8B8">
    <w:name w:val="0CF7944AF5FC46D4BA05A96EF338A8B8"/>
    <w:rsid w:val="007252F3"/>
  </w:style>
  <w:style w:type="paragraph" w:customStyle="1" w:styleId="46339C45B88B478B96742123D42729791">
    <w:name w:val="46339C45B88B478B96742123D42729791"/>
    <w:rsid w:val="0032709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7A1BCB4EF1B410E90E19C5E9D5FC8231">
    <w:name w:val="B7A1BCB4EF1B410E90E19C5E9D5FC8231"/>
    <w:rsid w:val="0032709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260E16E371B4B8AA5AEC4FDF24D726A1">
    <w:name w:val="A260E16E371B4B8AA5AEC4FDF24D726A1"/>
    <w:rsid w:val="0032709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76597AF6B8241EDB8A5F3D326C1FD261">
    <w:name w:val="476597AF6B8241EDB8A5F3D326C1FD261"/>
    <w:rsid w:val="0032709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C825DD8600D49428D588CE580155489">
    <w:name w:val="2C825DD8600D49428D588CE580155489"/>
    <w:rsid w:val="0032709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D71A608A9F47F0BAD16AB2BA755AE51">
    <w:name w:val="6FD71A608A9F47F0BAD16AB2BA755AE51"/>
    <w:rsid w:val="0032709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590EB0A197047A383D77FFDC10929971">
    <w:name w:val="7590EB0A197047A383D77FFDC10929971"/>
    <w:rsid w:val="0032709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C83D8B731D34B10A5F0D1E27704EC3D1">
    <w:name w:val="2C83D8B731D34B10A5F0D1E27704EC3D1"/>
    <w:rsid w:val="0032709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F7E18DB717441FB74C8575AECA11BF1">
    <w:name w:val="27F7E18DB717441FB74C8575AECA11BF1"/>
    <w:rsid w:val="0032709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2BC401E947E45949FDB96A452E896431">
    <w:name w:val="12BC401E947E45949FDB96A452E896431"/>
    <w:rsid w:val="0032709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843B6BB3718499B962615FF7E5288281">
    <w:name w:val="7843B6BB3718499B962615FF7E5288281"/>
    <w:rsid w:val="0032709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FEB79451E9C430AB6488F6C074F8F97">
    <w:name w:val="8FEB79451E9C430AB6488F6C074F8F97"/>
    <w:rsid w:val="0032709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6CCDE3DCA8B4698A1FBB2A4276015DC1">
    <w:name w:val="A6CCDE3DCA8B4698A1FBB2A4276015DC1"/>
    <w:rsid w:val="0032709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EBC9870BEA542CA834507C77A0C769D">
    <w:name w:val="5EBC9870BEA542CA834507C77A0C769D"/>
    <w:rsid w:val="0032709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C76139F3F8A4A0195B7889E4564B93F1">
    <w:name w:val="BC76139F3F8A4A0195B7889E4564B93F1"/>
    <w:rsid w:val="0032709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F388A51B4564563BCD2B22303509E791">
    <w:name w:val="3F388A51B4564563BCD2B22303509E791"/>
    <w:rsid w:val="0032709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566C39D7B89468287C5D7DAC0E086461">
    <w:name w:val="2566C39D7B89468287C5D7DAC0E086461"/>
    <w:rsid w:val="0032709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193E777C05B47DB83021683813D3F58">
    <w:name w:val="A193E777C05B47DB83021683813D3F58"/>
    <w:rsid w:val="0032709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76597AF6B8241EDB8A5F3D326C1FD262">
    <w:name w:val="476597AF6B8241EDB8A5F3D326C1FD262"/>
    <w:rsid w:val="00EB4C0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D71A608A9F47F0BAD16AB2BA755AE52">
    <w:name w:val="6FD71A608A9F47F0BAD16AB2BA755AE52"/>
    <w:rsid w:val="00EB4C0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843B6BB3718499B962615FF7E5288282">
    <w:name w:val="7843B6BB3718499B962615FF7E5288282"/>
    <w:rsid w:val="00EB4C0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FEB79451E9C430AB6488F6C074F8F971">
    <w:name w:val="8FEB79451E9C430AB6488F6C074F8F971"/>
    <w:rsid w:val="00EB4C0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6CCDE3DCA8B4698A1FBB2A4276015DC2">
    <w:name w:val="A6CCDE3DCA8B4698A1FBB2A4276015DC2"/>
    <w:rsid w:val="00EB4C0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EBC9870BEA542CA834507C77A0C769D1">
    <w:name w:val="5EBC9870BEA542CA834507C77A0C769D1"/>
    <w:rsid w:val="00EB4C0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C76139F3F8A4A0195B7889E4564B93F2">
    <w:name w:val="BC76139F3F8A4A0195B7889E4564B93F2"/>
    <w:rsid w:val="00EB4C0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F388A51B4564563BCD2B22303509E792">
    <w:name w:val="3F388A51B4564563BCD2B22303509E792"/>
    <w:rsid w:val="00EB4C0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566C39D7B89468287C5D7DAC0E086462">
    <w:name w:val="2566C39D7B89468287C5D7DAC0E086462"/>
    <w:rsid w:val="00EB4C0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193E777C05B47DB83021683813D3F581">
    <w:name w:val="A193E777C05B47DB83021683813D3F581"/>
    <w:rsid w:val="00EB4C0E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82831566C1254AA53CBAEF2F935A80" ma:contentTypeVersion="1" ma:contentTypeDescription="Create a new document." ma:contentTypeScope="" ma:versionID="f2c46934d1bcb6e2670b3a07b47d071e">
  <xsd:schema xmlns:xsd="http://www.w3.org/2001/XMLSchema" xmlns:xs="http://www.w3.org/2001/XMLSchema" xmlns:p="http://schemas.microsoft.com/office/2006/metadata/properties" xmlns:ns2="470b265a-43ab-41a2-ade4-67a2523e56e4" xmlns:ns3="1a9d8956-72fc-4894-a9ff-b67e1c0b9db7" targetNamespace="http://schemas.microsoft.com/office/2006/metadata/properties" ma:root="true" ma:fieldsID="2c6045c95179d7bee6a15dc613555975" ns2:_="" ns3:_="">
    <xsd:import namespace="470b265a-43ab-41a2-ade4-67a2523e56e4"/>
    <xsd:import namespace="1a9d8956-72fc-4894-a9ff-b67e1c0b9db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ies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b265a-43ab-41a2-ade4-67a2523e56e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d8956-72fc-4894-a9ff-b67e1c0b9db7" elementFormDefault="qualified">
    <xsd:import namespace="http://schemas.microsoft.com/office/2006/documentManagement/types"/>
    <xsd:import namespace="http://schemas.microsoft.com/office/infopath/2007/PartnerControls"/>
    <xsd:element name="Categories0" ma:index="11" ma:displayName="Categories" ma:format="Dropdown" ma:internalName="Categories0">
      <xsd:simpleType>
        <xsd:restriction base="dms:Choice">
          <xsd:enumeration value="Advisory Panel Summaries and Comments"/>
          <xsd:enumeration value="Integrations Design Documents"/>
          <xsd:enumeration value="Inventory List of Potential Doc Integrations"/>
          <xsd:enumeration value="Template Form, Process, and Instructions"/>
          <xsd:enumeration value="Scored Documents"/>
          <xsd:enumeration value="The Scoring Matrix"/>
          <xsd:enumeration value="Scoring Matrix Docs To Be Scored"/>
          <xsd:enumeration value="Future Work Process"/>
          <xsd:enumeration value="The Template"/>
          <xsd:enumeration value="Templates Completed"/>
          <xsd:enumeration value="Z Archiv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ies0 xmlns="1a9d8956-72fc-4894-a9ff-b67e1c0b9db7">Future Work Process</Categories0>
    <_dlc_DocId xmlns="470b265a-43ab-41a2-ade4-67a2523e56e4">TK65JWVTYTJN-437-66</_dlc_DocId>
    <_dlc_DocIdUrl xmlns="470b265a-43ab-41a2-ade4-67a2523e56e4">
      <Url>https://sp.courts.state.mn.us/pmo/mjb-projects/EP167/_layouts/15/DocIdRedir.aspx?ID=TK65JWVTYTJN-437-66</Url>
      <Description>TK65JWVTYTJN-437-66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1624D-5210-4C15-B82A-097F0ED69E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0b265a-43ab-41a2-ade4-67a2523e56e4"/>
    <ds:schemaRef ds:uri="1a9d8956-72fc-4894-a9ff-b67e1c0b9d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58729F-C5AF-4AEC-83CF-49381C559060}">
  <ds:schemaRefs>
    <ds:schemaRef ds:uri="http://schemas.microsoft.com/office/2006/metadata/properties"/>
    <ds:schemaRef ds:uri="http://schemas.microsoft.com/office/infopath/2007/PartnerControls"/>
    <ds:schemaRef ds:uri="1a9d8956-72fc-4894-a9ff-b67e1c0b9db7"/>
    <ds:schemaRef ds:uri="470b265a-43ab-41a2-ade4-67a2523e56e4"/>
  </ds:schemaRefs>
</ds:datastoreItem>
</file>

<file path=customXml/itemProps3.xml><?xml version="1.0" encoding="utf-8"?>
<ds:datastoreItem xmlns:ds="http://schemas.openxmlformats.org/officeDocument/2006/customXml" ds:itemID="{E29B3854-249A-4DE4-907F-FBBF7C0B1F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08EB79-3904-47EC-8F22-DF33997C257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D4349C9-FE8F-445C-85F2-220A19F0A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8824C2A8.dotm</Template>
  <TotalTime>6</TotalTime>
  <Pages>3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Hardel, Cindy</dc:creator>
  <cp:keywords/>
  <dc:description/>
  <cp:lastModifiedBy>Moriarty, Erin</cp:lastModifiedBy>
  <cp:revision>4</cp:revision>
  <cp:lastPrinted>2016-12-29T21:22:00Z</cp:lastPrinted>
  <dcterms:created xsi:type="dcterms:W3CDTF">2017-01-09T23:30:00Z</dcterms:created>
  <dcterms:modified xsi:type="dcterms:W3CDTF">2017-02-03T15:23:00Z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0x010100E082831566C1254AA53CBAEF2F935A80</vt:lpwstr>
  </property>
  <property fmtid="{D5CDD505-2E9C-101B-9397-08002B2CF9AE}" pid="3" name="_dlc_DocIdItemGuid">
    <vt:lpwstr>efababb6-1e7b-428d-b3b2-121ca274dde6</vt:lpwstr>
  </property>
</Properties>
</file>